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15EC4" w14:textId="03E47351" w:rsidR="00576365" w:rsidRPr="00576365" w:rsidRDefault="00576365" w:rsidP="00840C23">
      <w:pPr>
        <w:rPr>
          <w:b/>
          <w:bCs/>
          <w:sz w:val="24"/>
          <w:szCs w:val="24"/>
        </w:rPr>
      </w:pPr>
      <w:r w:rsidRPr="00E74CDF">
        <w:rPr>
          <w:b/>
          <w:bCs/>
          <w:noProof/>
        </w:rPr>
        <mc:AlternateContent>
          <mc:Choice Requires="wps">
            <w:drawing>
              <wp:anchor distT="45720" distB="45720" distL="114300" distR="114300" simplePos="0" relativeHeight="251659264" behindDoc="0" locked="0" layoutInCell="1" allowOverlap="1" wp14:anchorId="5968F32A" wp14:editId="3AC6996E">
                <wp:simplePos x="0" y="0"/>
                <wp:positionH relativeFrom="column">
                  <wp:posOffset>3935730</wp:posOffset>
                </wp:positionH>
                <wp:positionV relativeFrom="paragraph">
                  <wp:posOffset>150495</wp:posOffset>
                </wp:positionV>
                <wp:extent cx="2667000" cy="355092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3550920"/>
                        </a:xfrm>
                        <a:prstGeom prst="rect">
                          <a:avLst/>
                        </a:prstGeom>
                        <a:solidFill>
                          <a:srgbClr val="FFFFFF"/>
                        </a:solidFill>
                        <a:ln w="9525">
                          <a:noFill/>
                          <a:miter lim="800000"/>
                          <a:headEnd/>
                          <a:tailEnd/>
                        </a:ln>
                      </wps:spPr>
                      <wps:txbx>
                        <w:txbxContent>
                          <w:p w14:paraId="0A36A73C" w14:textId="34C4B0E1" w:rsidR="00576365" w:rsidRDefault="00576365" w:rsidP="00576365">
                            <w:r w:rsidRPr="00BB3901">
                              <w:rPr>
                                <w:b/>
                                <w:bCs/>
                              </w:rPr>
                              <w:t>SCHOGGITRÄNEN</w:t>
                            </w:r>
                            <w:r>
                              <w:br/>
                              <w:t>2</w:t>
                            </w:r>
                            <w:r w:rsidR="005A6DCA">
                              <w:t>25</w:t>
                            </w:r>
                            <w:r>
                              <w:t xml:space="preserve"> ml Rahm</w:t>
                            </w:r>
                            <w:r>
                              <w:br/>
                              <w:t>1</w:t>
                            </w:r>
                            <w:r w:rsidR="005A6DCA">
                              <w:t>12</w:t>
                            </w:r>
                            <w:r>
                              <w:t xml:space="preserve"> g Butter</w:t>
                            </w:r>
                            <w:r>
                              <w:br/>
                              <w:t>5</w:t>
                            </w:r>
                            <w:r w:rsidR="005A6DCA">
                              <w:t>62</w:t>
                            </w:r>
                            <w:r>
                              <w:t xml:space="preserve"> g dunkele Kuvertüre</w:t>
                            </w:r>
                            <w:r>
                              <w:br/>
                              <w:t>2 TL Ingwer, frisch oder Pulver</w:t>
                            </w:r>
                            <w:r>
                              <w:br/>
                            </w:r>
                            <w:r w:rsidR="00515436">
                              <w:t>9</w:t>
                            </w:r>
                            <w:r>
                              <w:t xml:space="preserve"> cl Grand Marnier</w:t>
                            </w:r>
                            <w:r>
                              <w:br/>
                              <w:t>2</w:t>
                            </w:r>
                            <w:r w:rsidR="00515436">
                              <w:t>25</w:t>
                            </w:r>
                            <w:r>
                              <w:t>g Dunkele Kuvertüre zum Verschliessen der Pralinen</w:t>
                            </w:r>
                            <w:r>
                              <w:br/>
                            </w:r>
                            <w:r w:rsidR="00E517A9">
                              <w:t>315</w:t>
                            </w:r>
                            <w:r>
                              <w:t xml:space="preserve"> g Mehl</w:t>
                            </w:r>
                            <w:r>
                              <w:br/>
                              <w:t>7</w:t>
                            </w:r>
                            <w:r w:rsidR="00E517A9">
                              <w:t>8</w:t>
                            </w:r>
                            <w:r>
                              <w:t xml:space="preserve"> g Staubzucker</w:t>
                            </w:r>
                            <w:r>
                              <w:br/>
                              <w:t>5</w:t>
                            </w:r>
                            <w:r w:rsidR="00D75E23">
                              <w:t>6</w:t>
                            </w:r>
                            <w:r>
                              <w:t xml:space="preserve"> g Stärke</w:t>
                            </w:r>
                            <w:r>
                              <w:br/>
                              <w:t>5</w:t>
                            </w:r>
                            <w:r w:rsidR="00D75E23">
                              <w:t>6</w:t>
                            </w:r>
                            <w:r>
                              <w:t xml:space="preserve"> g Kakaopulver</w:t>
                            </w:r>
                            <w:r>
                              <w:br/>
                              <w:t>1</w:t>
                            </w:r>
                            <w:r w:rsidR="00D75E23">
                              <w:t>12</w:t>
                            </w:r>
                            <w:r>
                              <w:t xml:space="preserve"> g Butter</w:t>
                            </w:r>
                            <w:r>
                              <w:br/>
                              <w:t>2</w:t>
                            </w:r>
                            <w:r w:rsidR="00D75E23">
                              <w:t>80</w:t>
                            </w:r>
                            <w:r>
                              <w:t xml:space="preserve"> ml Sekt</w:t>
                            </w:r>
                            <w:r>
                              <w:br/>
                              <w:t>4</w:t>
                            </w:r>
                            <w:r w:rsidR="005E07CF">
                              <w:t>,5</w:t>
                            </w:r>
                            <w:r>
                              <w:t xml:space="preserve"> Eigelb</w:t>
                            </w:r>
                            <w:r>
                              <w:br/>
                            </w:r>
                            <w:r w:rsidR="005E07CF">
                              <w:t>7</w:t>
                            </w:r>
                            <w:r>
                              <w:t xml:space="preserve"> Eiklar</w:t>
                            </w:r>
                            <w:r>
                              <w:br/>
                              <w:t>1000 ml Erdnussöl zum Frittieren</w:t>
                            </w:r>
                          </w:p>
                          <w:p w14:paraId="2D906CF7" w14:textId="77777777" w:rsidR="0064229E" w:rsidRDefault="0064229E" w:rsidP="0064229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68F32A" id="_x0000_t202" coordsize="21600,21600" o:spt="202" path="m,l,21600r21600,l21600,xe">
                <v:stroke joinstyle="miter"/>
                <v:path gradientshapeok="t" o:connecttype="rect"/>
              </v:shapetype>
              <v:shape id="Textfeld 2" o:spid="_x0000_s1026" type="#_x0000_t202" style="position:absolute;margin-left:309.9pt;margin-top:11.85pt;width:210pt;height:279.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" stroked="f">
                <v:textbox>
                  <w:txbxContent>
                    <w:p w14:paraId="0A36A73C" w14:textId="34C4B0E1" w:rsidR="00576365" w:rsidRDefault="00576365" w:rsidP="00576365">
                      <w:r w:rsidRPr="00BB3901">
                        <w:rPr>
                          <w:b/>
                          <w:bCs/>
                        </w:rPr>
                        <w:t>SCHOGGITRÄNEN</w:t>
                      </w:r>
                      <w:r>
                        <w:br/>
                        <w:t>2</w:t>
                      </w:r>
                      <w:r w:rsidR="005A6DCA">
                        <w:t>25</w:t>
                      </w:r>
                      <w:r>
                        <w:t xml:space="preserve"> ml Rahm</w:t>
                      </w:r>
                      <w:r>
                        <w:br/>
                        <w:t>1</w:t>
                      </w:r>
                      <w:r w:rsidR="005A6DCA">
                        <w:t>12</w:t>
                      </w:r>
                      <w:r>
                        <w:t xml:space="preserve"> g Butter</w:t>
                      </w:r>
                      <w:r>
                        <w:br/>
                        <w:t>5</w:t>
                      </w:r>
                      <w:r w:rsidR="005A6DCA">
                        <w:t>62</w:t>
                      </w:r>
                      <w:r>
                        <w:t xml:space="preserve"> g dunkele Kuvertüre</w:t>
                      </w:r>
                      <w:r>
                        <w:br/>
                        <w:t>2 TL Ingwer, frisch oder Pulver</w:t>
                      </w:r>
                      <w:r>
                        <w:br/>
                      </w:r>
                      <w:r w:rsidR="00515436">
                        <w:t>9</w:t>
                      </w:r>
                      <w:r>
                        <w:t xml:space="preserve"> cl Grand Marnier</w:t>
                      </w:r>
                      <w:r>
                        <w:br/>
                        <w:t>2</w:t>
                      </w:r>
                      <w:r w:rsidR="00515436">
                        <w:t>25</w:t>
                      </w:r>
                      <w:r>
                        <w:t>g Dunkele Kuvertüre zum Verschliessen der Pralinen</w:t>
                      </w:r>
                      <w:r>
                        <w:br/>
                      </w:r>
                      <w:r w:rsidR="00E517A9">
                        <w:t>315</w:t>
                      </w:r>
                      <w:r>
                        <w:t xml:space="preserve"> g Mehl</w:t>
                      </w:r>
                      <w:r>
                        <w:br/>
                        <w:t>7</w:t>
                      </w:r>
                      <w:r w:rsidR="00E517A9">
                        <w:t>8</w:t>
                      </w:r>
                      <w:r>
                        <w:t xml:space="preserve"> g Staubzucker</w:t>
                      </w:r>
                      <w:r>
                        <w:br/>
                        <w:t>5</w:t>
                      </w:r>
                      <w:r w:rsidR="00D75E23">
                        <w:t>6</w:t>
                      </w:r>
                      <w:r>
                        <w:t xml:space="preserve"> g Stärke</w:t>
                      </w:r>
                      <w:r>
                        <w:br/>
                        <w:t>5</w:t>
                      </w:r>
                      <w:r w:rsidR="00D75E23">
                        <w:t>6</w:t>
                      </w:r>
                      <w:r>
                        <w:t xml:space="preserve"> g Kakaopulver</w:t>
                      </w:r>
                      <w:r>
                        <w:br/>
                        <w:t>1</w:t>
                      </w:r>
                      <w:r w:rsidR="00D75E23">
                        <w:t>12</w:t>
                      </w:r>
                      <w:r>
                        <w:t xml:space="preserve"> g Butter</w:t>
                      </w:r>
                      <w:r>
                        <w:br/>
                        <w:t>2</w:t>
                      </w:r>
                      <w:r w:rsidR="00D75E23">
                        <w:t>80</w:t>
                      </w:r>
                      <w:r>
                        <w:t xml:space="preserve"> ml Sekt</w:t>
                      </w:r>
                      <w:r>
                        <w:br/>
                        <w:t>4</w:t>
                      </w:r>
                      <w:r w:rsidR="005E07CF">
                        <w:t>,5</w:t>
                      </w:r>
                      <w:r>
                        <w:t xml:space="preserve"> Eigelb</w:t>
                      </w:r>
                      <w:r>
                        <w:br/>
                      </w:r>
                      <w:r w:rsidR="005E07CF">
                        <w:t>7</w:t>
                      </w:r>
                      <w:r>
                        <w:t xml:space="preserve"> Eiklar</w:t>
                      </w:r>
                      <w:r>
                        <w:br/>
                        <w:t>1000 ml Erdnussöl zum Frittieren</w:t>
                      </w:r>
                    </w:p>
                    <w:p w14:paraId="2D906CF7" w14:textId="77777777" w:rsidR="0064229E" w:rsidRDefault="0064229E" w:rsidP="0064229E"/>
                  </w:txbxContent>
                </v:textbox>
                <w10:wrap type="square"/>
              </v:shape>
            </w:pict>
          </mc:Fallback>
        </mc:AlternateContent>
      </w:r>
      <w:r w:rsidR="00573AFE" w:rsidRPr="00573AFE">
        <w:rPr>
          <w:b/>
          <w:bCs/>
          <w:sz w:val="24"/>
          <w:szCs w:val="24"/>
        </w:rPr>
        <w:t>Schoggitränen mit Exotikiksorbet und Mangosalat</w:t>
      </w:r>
    </w:p>
    <w:p w14:paraId="303A8C73" w14:textId="77777777" w:rsidR="00ED4733" w:rsidRDefault="00ED4733" w:rsidP="00ED4733">
      <w:pPr>
        <w:pStyle w:val="StandardWeb"/>
      </w:pPr>
      <w:r>
        <w:rPr>
          <w:noProof/>
        </w:rPr>
        <w:drawing>
          <wp:inline distT="0" distB="0" distL="0" distR="0" wp14:anchorId="512AED6B" wp14:editId="1B71EFE8">
            <wp:extent cx="2987040" cy="2240280"/>
            <wp:effectExtent l="0" t="0" r="3810" b="7620"/>
            <wp:docPr id="1" name="Bild 1" descr="Ein Bild, das Platte, Geschirr, Snack, Küchenutensi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Ein Bild, das Platte, Geschirr, Snack, Küchenutensil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02633" cy="2251975"/>
                    </a:xfrm>
                    <a:prstGeom prst="rect">
                      <a:avLst/>
                    </a:prstGeom>
                    <a:noFill/>
                    <a:ln>
                      <a:noFill/>
                    </a:ln>
                  </pic:spPr>
                </pic:pic>
              </a:graphicData>
            </a:graphic>
          </wp:inline>
        </w:drawing>
      </w:r>
    </w:p>
    <w:p w14:paraId="62E5D8B7" w14:textId="2D443649" w:rsidR="00840C23" w:rsidRDefault="00576365" w:rsidP="00840C23">
      <w:r w:rsidRPr="00E74CDF">
        <w:rPr>
          <w:b/>
          <w:bCs/>
          <w:noProof/>
        </w:rPr>
        <mc:AlternateContent>
          <mc:Choice Requires="wps">
            <w:drawing>
              <wp:anchor distT="45720" distB="45720" distL="114300" distR="114300" simplePos="0" relativeHeight="251661312" behindDoc="0" locked="0" layoutInCell="1" allowOverlap="1" wp14:anchorId="43E083A9" wp14:editId="6096C08C">
                <wp:simplePos x="0" y="0"/>
                <wp:positionH relativeFrom="column">
                  <wp:posOffset>3958590</wp:posOffset>
                </wp:positionH>
                <wp:positionV relativeFrom="paragraph">
                  <wp:posOffset>548005</wp:posOffset>
                </wp:positionV>
                <wp:extent cx="2362200" cy="2407920"/>
                <wp:effectExtent l="0" t="0" r="0" b="0"/>
                <wp:wrapSquare wrapText="bothSides"/>
                <wp:docPr id="16450059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0" cy="2407920"/>
                        </a:xfrm>
                        <a:prstGeom prst="rect">
                          <a:avLst/>
                        </a:prstGeom>
                        <a:solidFill>
                          <a:srgbClr val="FFFFFF"/>
                        </a:solidFill>
                        <a:ln w="9525">
                          <a:noFill/>
                          <a:miter lim="800000"/>
                          <a:headEnd/>
                          <a:tailEnd/>
                        </a:ln>
                      </wps:spPr>
                      <wps:txbx>
                        <w:txbxContent>
                          <w:p w14:paraId="5AED0315" w14:textId="77777777" w:rsidR="00576365" w:rsidRPr="0088720C" w:rsidRDefault="00576365" w:rsidP="00576365">
                            <w:pPr>
                              <w:rPr>
                                <w:b/>
                                <w:bCs/>
                              </w:rPr>
                            </w:pPr>
                            <w:r w:rsidRPr="0088720C">
                              <w:rPr>
                                <w:b/>
                                <w:bCs/>
                              </w:rPr>
                              <w:t>EXOTIKSORBET</w:t>
                            </w:r>
                          </w:p>
                          <w:p w14:paraId="519C3629" w14:textId="38AABF09" w:rsidR="00576365" w:rsidRDefault="00576365" w:rsidP="00576365">
                            <w:r>
                              <w:t>2</w:t>
                            </w:r>
                            <w:r w:rsidR="005E07CF">
                              <w:t>25</w:t>
                            </w:r>
                            <w:r>
                              <w:t xml:space="preserve"> g Zucker</w:t>
                            </w:r>
                            <w:r>
                              <w:br/>
                              <w:t>900 g Mango</w:t>
                            </w:r>
                            <w:r>
                              <w:br/>
                              <w:t>6 Passionsfrüchte</w:t>
                            </w:r>
                          </w:p>
                          <w:p w14:paraId="70D6B48F" w14:textId="77777777" w:rsidR="00576365" w:rsidRDefault="00576365" w:rsidP="00576365">
                            <w:r w:rsidRPr="00A6584D">
                              <w:rPr>
                                <w:b/>
                                <w:bCs/>
                              </w:rPr>
                              <w:t>MANGOSALAT</w:t>
                            </w:r>
                            <w:r>
                              <w:br/>
                              <w:t>2 Thai-Mango</w:t>
                            </w:r>
                            <w:r>
                              <w:br/>
                              <w:t>60 g Staubzucker</w:t>
                            </w:r>
                            <w:r>
                              <w:br/>
                              <w:t>1 Limette</w:t>
                            </w:r>
                          </w:p>
                          <w:p w14:paraId="77D9C0D7" w14:textId="77777777" w:rsidR="00576365" w:rsidRPr="0064229E" w:rsidRDefault="00576365" w:rsidP="00576365">
                            <w:pPr>
                              <w:rPr>
                                <w:b/>
                                <w:bCs/>
                              </w:rPr>
                            </w:pPr>
                            <w:r w:rsidRPr="0064229E">
                              <w:rPr>
                                <w:b/>
                                <w:bCs/>
                              </w:rPr>
                              <w:t>ANRICHTEN</w:t>
                            </w:r>
                          </w:p>
                          <w:p w14:paraId="77C7F1B6" w14:textId="77777777" w:rsidR="00576365" w:rsidRPr="007A4E15" w:rsidRDefault="00576365" w:rsidP="00576365">
                            <w:r>
                              <w:t>Himbeersauce *</w:t>
                            </w:r>
                          </w:p>
                          <w:p w14:paraId="4C8AA7F7" w14:textId="77777777" w:rsidR="00576365" w:rsidRDefault="00576365" w:rsidP="005763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E083A9" id="_x0000_s1027" type="#_x0000_t202" style="position:absolute;margin-left:311.7pt;margin-top:43.15pt;width:186pt;height:189.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" stroked="f">
                <v:textbox>
                  <w:txbxContent>
                    <w:p w14:paraId="5AED0315" w14:textId="77777777" w:rsidR="00576365" w:rsidRPr="0088720C" w:rsidRDefault="00576365" w:rsidP="00576365">
                      <w:pPr>
                        <w:rPr>
                          <w:b/>
                          <w:bCs/>
                        </w:rPr>
                      </w:pPr>
                      <w:r w:rsidRPr="0088720C">
                        <w:rPr>
                          <w:b/>
                          <w:bCs/>
                        </w:rPr>
                        <w:t>EXOTIKSORBET</w:t>
                      </w:r>
                    </w:p>
                    <w:p w14:paraId="519C3629" w14:textId="38AABF09" w:rsidR="00576365" w:rsidRDefault="00576365" w:rsidP="00576365">
                      <w:r>
                        <w:t>2</w:t>
                      </w:r>
                      <w:r w:rsidR="005E07CF">
                        <w:t>25</w:t>
                      </w:r>
                      <w:r>
                        <w:t xml:space="preserve"> g Zucker</w:t>
                      </w:r>
                      <w:r>
                        <w:br/>
                        <w:t>900 g Mango</w:t>
                      </w:r>
                      <w:r>
                        <w:br/>
                        <w:t>6 Passionsfrüchte</w:t>
                      </w:r>
                    </w:p>
                    <w:p w14:paraId="70D6B48F" w14:textId="77777777" w:rsidR="00576365" w:rsidRDefault="00576365" w:rsidP="00576365">
                      <w:r w:rsidRPr="00A6584D">
                        <w:rPr>
                          <w:b/>
                          <w:bCs/>
                        </w:rPr>
                        <w:t>MANGOSALAT</w:t>
                      </w:r>
                      <w:r>
                        <w:br/>
                        <w:t>2 Thai-Mango</w:t>
                      </w:r>
                      <w:r>
                        <w:br/>
                        <w:t>60 g Staubzucker</w:t>
                      </w:r>
                      <w:r>
                        <w:br/>
                        <w:t>1 Limette</w:t>
                      </w:r>
                    </w:p>
                    <w:p w14:paraId="77D9C0D7" w14:textId="77777777" w:rsidR="00576365" w:rsidRPr="0064229E" w:rsidRDefault="00576365" w:rsidP="00576365">
                      <w:pPr>
                        <w:rPr>
                          <w:b/>
                          <w:bCs/>
                        </w:rPr>
                      </w:pPr>
                      <w:r w:rsidRPr="0064229E">
                        <w:rPr>
                          <w:b/>
                          <w:bCs/>
                        </w:rPr>
                        <w:t>ANRICHTEN</w:t>
                      </w:r>
                    </w:p>
                    <w:p w14:paraId="77C7F1B6" w14:textId="77777777" w:rsidR="00576365" w:rsidRPr="007A4E15" w:rsidRDefault="00576365" w:rsidP="00576365">
                      <w:r>
                        <w:t>Himbeersauce *</w:t>
                      </w:r>
                    </w:p>
                    <w:p w14:paraId="4C8AA7F7" w14:textId="77777777" w:rsidR="00576365" w:rsidRDefault="00576365" w:rsidP="00576365"/>
                  </w:txbxContent>
                </v:textbox>
                <w10:wrap type="square"/>
              </v:shape>
            </w:pict>
          </mc:Fallback>
        </mc:AlternateContent>
      </w:r>
      <w:r w:rsidR="00840C23" w:rsidRPr="003428F8">
        <w:rPr>
          <w:b/>
          <w:bCs/>
        </w:rPr>
        <w:t xml:space="preserve">Schoggitränen </w:t>
      </w:r>
      <w:r w:rsidR="00840C23">
        <w:t>Für die Schoggitränenfüllung Rahm und Butter in einem Töpfchen erhitzen. Kuvertüre hacken, dazugeben und unter Rühren zerlassen. Die Masse mit Grand Marnier und Ingwer abschmecken, vom Herd ziehen und kalt rühren.</w:t>
      </w:r>
    </w:p>
    <w:p w14:paraId="26B7D2DA" w14:textId="61DA19C5" w:rsidR="00840C23" w:rsidRDefault="00840C23" w:rsidP="00840C23">
      <w:r>
        <w:t>Die fertige Füllung in einen Spritzbeutel geben und in 3</w:t>
      </w:r>
      <w:r w:rsidR="007A0262">
        <w:t>6</w:t>
      </w:r>
      <w:r>
        <w:t xml:space="preserve"> Pralinenhohlkugeln füllen. Ein paar kleine Stückchen Kuvertüre erwärmen. Die verbleibende Öffnung mit weicher Kuvertüre verschliessen, Zahnstocher so weit in die Öffnung der Pralinenkugeln stecken, dass sie gerade stehen bleiben, und die Pralinen im Gefrierfach ausfrieren.</w:t>
      </w:r>
    </w:p>
    <w:p w14:paraId="7520BE06" w14:textId="77777777" w:rsidR="00840C23" w:rsidRDefault="00840C23" w:rsidP="00840C23">
      <w:r>
        <w:t>Für den Schoggibackteig das Mehl mit Staubzucker, Stärke und Kakaopulver in eine Schüssel sieben. Die Butter in einem Pfännchen zerlassen, mit Sekt und Eigelb vermischen und zu der Kakaomasse dazugeben. Eiklar mit dem Staubzucker zu Eischnee aufschlagen und unter die Kakaomasse heben. Bis zum Gebrauch kalt stellen.</w:t>
      </w:r>
    </w:p>
    <w:p w14:paraId="0426DB4D" w14:textId="77777777" w:rsidR="00840C23" w:rsidRDefault="00840C23" w:rsidP="00840C23">
      <w:r>
        <w:t>Die Fritteuse mit Erdnussöl befüllen und auf 160 °C erhitzen. Die gefrorenen Pralinen vollständig in den fertigen Schoggibackteig tauchen, dann in die Fritteuse geben und in 3 Minuten ausbacken. Auf Küchenpapier abtropfen lassen und die Zahnstocher entfernen.</w:t>
      </w:r>
    </w:p>
    <w:p w14:paraId="61B7DAD5" w14:textId="77777777" w:rsidR="00840C23" w:rsidRDefault="00840C23" w:rsidP="00840C23">
      <w:r w:rsidRPr="00780580">
        <w:rPr>
          <w:b/>
          <w:bCs/>
        </w:rPr>
        <w:t xml:space="preserve">Exotiksorbet </w:t>
      </w:r>
      <w:r>
        <w:t>Den Zucker in einem Topf mit 150 Millilitern Wasser aufkochen und wieder abkühlen lassen. Die Mango schälen, halbieren und klein schneiden, in der Küchenmaschine oder mit dem Stabmixer pürieren. Die Passionsfrüchte halbieren, mit einem Löffel das Mark herauslösen und durch ein Sieb streichen, damit es frei von Kernen ist. Es sollte 120-140 Gramm Passionsfruchtmark ergeben.</w:t>
      </w:r>
    </w:p>
    <w:p w14:paraId="6553109E" w14:textId="77777777" w:rsidR="00840C23" w:rsidRDefault="00840C23" w:rsidP="00840C23">
      <w:r>
        <w:t>Das Mangopüree, das Passionsfruchtmark und die Zuckerlösung zusammenrühren, in eine Glace- maschine füllen und einfrieren. Das Sorbet vor dem Servieren aus dem Gefrierfach holen.</w:t>
      </w:r>
    </w:p>
    <w:p w14:paraId="3EB1652D" w14:textId="77777777" w:rsidR="00840C23" w:rsidRDefault="00840C23" w:rsidP="00840C23">
      <w:r w:rsidRPr="001111F3">
        <w:rPr>
          <w:b/>
          <w:bCs/>
        </w:rPr>
        <w:t xml:space="preserve">Mangosalat </w:t>
      </w:r>
      <w:r>
        <w:t>Die Thai-Mango schälen und in kleine Würfel schneiden, die Limette auspressen. Mango in eine Schüssel geben und mit Staubzucker und Limettensaft abschmecken.</w:t>
      </w:r>
    </w:p>
    <w:p w14:paraId="7C8EA445" w14:textId="0D223E99" w:rsidR="00DC5F71" w:rsidRPr="00576365" w:rsidRDefault="00840C23" w:rsidP="00576365">
      <w:r w:rsidRPr="00E95ABA">
        <w:rPr>
          <w:b/>
          <w:bCs/>
        </w:rPr>
        <w:t>Anrichten</w:t>
      </w:r>
      <w:r>
        <w:t xml:space="preserve"> Die Schoggitränen mit Staubzucker bestreuen, dann mit Mangosalat und Exotiksorbet auf den Tellern anrichten. Mit Himbeersauce verfeinern.</w:t>
      </w:r>
    </w:p>
    <w:sectPr w:rsidR="00DC5F71" w:rsidRPr="00576365" w:rsidSect="003118E6">
      <w:headerReference w:type="default" r:id="rId9"/>
      <w:footerReference w:type="default" r:id="rId10"/>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A1C0BA" w14:textId="77777777" w:rsidR="00CD301D" w:rsidRDefault="00CD301D" w:rsidP="00886CCD">
      <w:pPr>
        <w:spacing w:after="0" w:line="240" w:lineRule="auto"/>
      </w:pPr>
      <w:r>
        <w:separator/>
      </w:r>
    </w:p>
  </w:endnote>
  <w:endnote w:type="continuationSeparator" w:id="0">
    <w:p w14:paraId="6BAD935E" w14:textId="77777777" w:rsidR="00CD301D" w:rsidRDefault="00CD301D" w:rsidP="00886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adi Extra Light">
    <w:altName w:val="Calibri"/>
    <w:charset w:val="00"/>
    <w:family w:val="swiss"/>
    <w:pitch w:val="variable"/>
    <w:sig w:usb0="8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A3C1C" w14:textId="726E03E4" w:rsidR="00886CCD" w:rsidRPr="000635C7" w:rsidRDefault="00886CCD">
    <w:pPr>
      <w:pStyle w:val="Fuzeile"/>
      <w:rPr>
        <w:rFonts w:ascii="Abadi Extra Light" w:hAnsi="Abadi Extra Light"/>
        <w:sz w:val="18"/>
        <w:szCs w:val="18"/>
      </w:rPr>
    </w:pPr>
    <w:r w:rsidRPr="000635C7">
      <w:rPr>
        <w:rFonts w:ascii="Abadi Extra Light" w:hAnsi="Abadi Extra Light"/>
        <w:sz w:val="18"/>
        <w:szCs w:val="18"/>
      </w:rPr>
      <w:t>202</w:t>
    </w:r>
    <w:r w:rsidR="003B4FDB">
      <w:rPr>
        <w:rFonts w:ascii="Abadi Extra Light" w:hAnsi="Abadi Extra Light"/>
        <w:sz w:val="18"/>
        <w:szCs w:val="18"/>
      </w:rPr>
      <w:t>4</w:t>
    </w:r>
    <w:r w:rsidRPr="000635C7">
      <w:rPr>
        <w:rFonts w:ascii="Abadi Extra Light" w:hAnsi="Abadi Extra Light"/>
        <w:sz w:val="18"/>
        <w:szCs w:val="18"/>
      </w:rPr>
      <w:t xml:space="preserve">     </w:t>
    </w:r>
    <w:r w:rsidR="00487BBC">
      <w:rPr>
        <w:rFonts w:ascii="Abadi Extra Light" w:hAnsi="Abadi Extra Light"/>
        <w:sz w:val="18"/>
        <w:szCs w:val="18"/>
      </w:rPr>
      <w:t xml:space="preserve">rg </w:t>
    </w:r>
    <w:r w:rsidR="00957AE8">
      <w:rPr>
        <w:rFonts w:ascii="Abadi Extra Light" w:hAnsi="Abadi Extra Light"/>
        <w:sz w:val="18"/>
        <w:szCs w:val="18"/>
      </w:rPr>
      <w:t>/ Gasthaus zum Gupf</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EE7648" w14:textId="77777777" w:rsidR="00CD301D" w:rsidRDefault="00CD301D" w:rsidP="00886CCD">
      <w:pPr>
        <w:spacing w:after="0" w:line="240" w:lineRule="auto"/>
      </w:pPr>
      <w:r>
        <w:separator/>
      </w:r>
    </w:p>
  </w:footnote>
  <w:footnote w:type="continuationSeparator" w:id="0">
    <w:p w14:paraId="2A0AD80C" w14:textId="77777777" w:rsidR="00CD301D" w:rsidRDefault="00CD301D" w:rsidP="00886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697C1" w14:textId="135836F2" w:rsidR="00E47904" w:rsidRPr="00E47904" w:rsidRDefault="00002AA9">
    <w:pPr>
      <w:pStyle w:val="Kopfzeile"/>
      <w:rPr>
        <w:rFonts w:ascii="Abadi Extra Light" w:hAnsi="Abadi Extra Light"/>
        <w:b/>
        <w:bCs/>
      </w:rPr>
    </w:pPr>
    <w:r w:rsidRPr="00002AA9">
      <w:rPr>
        <w:noProof/>
      </w:rPr>
      <w:drawing>
        <wp:inline distT="0" distB="0" distL="0" distR="0" wp14:anchorId="14C95FBC" wp14:editId="4B4AE5A1">
          <wp:extent cx="5762625" cy="5429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42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C46E26"/>
    <w:multiLevelType w:val="multilevel"/>
    <w:tmpl w:val="0BF4E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BB96F6A"/>
    <w:multiLevelType w:val="multilevel"/>
    <w:tmpl w:val="E72E7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3CE3E73"/>
    <w:multiLevelType w:val="multilevel"/>
    <w:tmpl w:val="E8B2A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CDE0537"/>
    <w:multiLevelType w:val="multilevel"/>
    <w:tmpl w:val="96549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64158546">
    <w:abstractNumId w:val="2"/>
  </w:num>
  <w:num w:numId="2" w16cid:durableId="1300381699">
    <w:abstractNumId w:val="0"/>
  </w:num>
  <w:num w:numId="3" w16cid:durableId="1588267152">
    <w:abstractNumId w:val="3"/>
  </w:num>
  <w:num w:numId="4" w16cid:durableId="4217263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8E6"/>
    <w:rsid w:val="00002AA9"/>
    <w:rsid w:val="00020EC8"/>
    <w:rsid w:val="0002187F"/>
    <w:rsid w:val="000341C8"/>
    <w:rsid w:val="00055E08"/>
    <w:rsid w:val="000635C7"/>
    <w:rsid w:val="000978CB"/>
    <w:rsid w:val="000E060A"/>
    <w:rsid w:val="00107270"/>
    <w:rsid w:val="00140EC2"/>
    <w:rsid w:val="00227A2D"/>
    <w:rsid w:val="00304A35"/>
    <w:rsid w:val="003118E6"/>
    <w:rsid w:val="003277D2"/>
    <w:rsid w:val="003652D9"/>
    <w:rsid w:val="00397B38"/>
    <w:rsid w:val="003B4FDB"/>
    <w:rsid w:val="00487BBC"/>
    <w:rsid w:val="00515436"/>
    <w:rsid w:val="00546A26"/>
    <w:rsid w:val="00573AFE"/>
    <w:rsid w:val="00576365"/>
    <w:rsid w:val="0059413A"/>
    <w:rsid w:val="005A2C69"/>
    <w:rsid w:val="005A6DCA"/>
    <w:rsid w:val="005E0157"/>
    <w:rsid w:val="005E07CF"/>
    <w:rsid w:val="0064229E"/>
    <w:rsid w:val="006A1B8D"/>
    <w:rsid w:val="006C6836"/>
    <w:rsid w:val="007039E2"/>
    <w:rsid w:val="007120F1"/>
    <w:rsid w:val="007A0262"/>
    <w:rsid w:val="007D3648"/>
    <w:rsid w:val="007F2EB6"/>
    <w:rsid w:val="00840C23"/>
    <w:rsid w:val="00876BB4"/>
    <w:rsid w:val="00886CCD"/>
    <w:rsid w:val="008B7682"/>
    <w:rsid w:val="0092644A"/>
    <w:rsid w:val="009352AC"/>
    <w:rsid w:val="00957AE8"/>
    <w:rsid w:val="009F3B4F"/>
    <w:rsid w:val="009F5E83"/>
    <w:rsid w:val="00A51868"/>
    <w:rsid w:val="00AB3E6B"/>
    <w:rsid w:val="00B201A6"/>
    <w:rsid w:val="00B705D8"/>
    <w:rsid w:val="00BB239E"/>
    <w:rsid w:val="00BF3086"/>
    <w:rsid w:val="00CD301D"/>
    <w:rsid w:val="00CE2628"/>
    <w:rsid w:val="00D75E23"/>
    <w:rsid w:val="00D84D6F"/>
    <w:rsid w:val="00DC5F71"/>
    <w:rsid w:val="00DC63EB"/>
    <w:rsid w:val="00E47904"/>
    <w:rsid w:val="00E517A9"/>
    <w:rsid w:val="00ED4733"/>
    <w:rsid w:val="00FE1728"/>
    <w:rsid w:val="00FF786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39E3C"/>
  <w15:chartTrackingRefBased/>
  <w15:docId w15:val="{FDA7D05E-0D9C-420B-A740-F2A6A65DD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86CC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6CCD"/>
  </w:style>
  <w:style w:type="paragraph" w:styleId="Fuzeile">
    <w:name w:val="footer"/>
    <w:basedOn w:val="Standard"/>
    <w:link w:val="FuzeileZchn"/>
    <w:uiPriority w:val="99"/>
    <w:unhideWhenUsed/>
    <w:rsid w:val="00886CC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86CCD"/>
  </w:style>
  <w:style w:type="paragraph" w:styleId="StandardWeb">
    <w:name w:val="Normal (Web)"/>
    <w:basedOn w:val="Standard"/>
    <w:uiPriority w:val="99"/>
    <w:semiHidden/>
    <w:unhideWhenUsed/>
    <w:rsid w:val="00ED4733"/>
    <w:pPr>
      <w:spacing w:before="100" w:beforeAutospacing="1" w:after="100" w:afterAutospacing="1" w:line="240" w:lineRule="auto"/>
    </w:pPr>
    <w:rPr>
      <w:rFonts w:ascii="Times New Roman" w:eastAsia="Times New Roman" w:hAnsi="Times New Roman" w:cs="Times New Roman"/>
      <w:sz w:val="24"/>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411725">
      <w:bodyDiv w:val="1"/>
      <w:marLeft w:val="0"/>
      <w:marRight w:val="0"/>
      <w:marTop w:val="0"/>
      <w:marBottom w:val="0"/>
      <w:divBdr>
        <w:top w:val="none" w:sz="0" w:space="0" w:color="auto"/>
        <w:left w:val="none" w:sz="0" w:space="0" w:color="auto"/>
        <w:bottom w:val="none" w:sz="0" w:space="0" w:color="auto"/>
        <w:right w:val="none" w:sz="0" w:space="0" w:color="auto"/>
      </w:divBdr>
    </w:div>
    <w:div w:id="1196457029">
      <w:bodyDiv w:val="1"/>
      <w:marLeft w:val="0"/>
      <w:marRight w:val="0"/>
      <w:marTop w:val="0"/>
      <w:marBottom w:val="0"/>
      <w:divBdr>
        <w:top w:val="none" w:sz="0" w:space="0" w:color="auto"/>
        <w:left w:val="none" w:sz="0" w:space="0" w:color="auto"/>
        <w:bottom w:val="none" w:sz="0" w:space="0" w:color="auto"/>
        <w:right w:val="none" w:sz="0" w:space="0" w:color="auto"/>
      </w:divBdr>
    </w:div>
    <w:div w:id="1367678234">
      <w:bodyDiv w:val="1"/>
      <w:marLeft w:val="0"/>
      <w:marRight w:val="0"/>
      <w:marTop w:val="0"/>
      <w:marBottom w:val="0"/>
      <w:divBdr>
        <w:top w:val="none" w:sz="0" w:space="0" w:color="auto"/>
        <w:left w:val="none" w:sz="0" w:space="0" w:color="auto"/>
        <w:bottom w:val="none" w:sz="0" w:space="0" w:color="auto"/>
        <w:right w:val="none" w:sz="0" w:space="0" w:color="auto"/>
      </w:divBdr>
    </w:div>
    <w:div w:id="1893346223">
      <w:bodyDiv w:val="1"/>
      <w:marLeft w:val="0"/>
      <w:marRight w:val="0"/>
      <w:marTop w:val="0"/>
      <w:marBottom w:val="0"/>
      <w:divBdr>
        <w:top w:val="none" w:sz="0" w:space="0" w:color="auto"/>
        <w:left w:val="none" w:sz="0" w:space="0" w:color="auto"/>
        <w:bottom w:val="none" w:sz="0" w:space="0" w:color="auto"/>
        <w:right w:val="none" w:sz="0" w:space="0" w:color="auto"/>
      </w:divBdr>
      <w:divsChild>
        <w:div w:id="1233349718">
          <w:marLeft w:val="0"/>
          <w:marRight w:val="0"/>
          <w:marTop w:val="0"/>
          <w:marBottom w:val="0"/>
          <w:divBdr>
            <w:top w:val="none" w:sz="0" w:space="0" w:color="auto"/>
            <w:left w:val="none" w:sz="0" w:space="0" w:color="auto"/>
            <w:bottom w:val="none" w:sz="0" w:space="0" w:color="auto"/>
            <w:right w:val="none" w:sz="0" w:space="0" w:color="auto"/>
          </w:divBdr>
          <w:divsChild>
            <w:div w:id="917980911">
              <w:marLeft w:val="0"/>
              <w:marRight w:val="0"/>
              <w:marTop w:val="0"/>
              <w:marBottom w:val="0"/>
              <w:divBdr>
                <w:top w:val="none" w:sz="0" w:space="0" w:color="auto"/>
                <w:left w:val="none" w:sz="0" w:space="0" w:color="auto"/>
                <w:bottom w:val="none" w:sz="0" w:space="0" w:color="auto"/>
                <w:right w:val="none" w:sz="0" w:space="0" w:color="auto"/>
              </w:divBdr>
              <w:divsChild>
                <w:div w:id="720010856">
                  <w:marLeft w:val="-180"/>
                  <w:marRight w:val="-180"/>
                  <w:marTop w:val="0"/>
                  <w:marBottom w:val="0"/>
                  <w:divBdr>
                    <w:top w:val="none" w:sz="0" w:space="0" w:color="auto"/>
                    <w:left w:val="none" w:sz="0" w:space="0" w:color="auto"/>
                    <w:bottom w:val="none" w:sz="0" w:space="0" w:color="auto"/>
                    <w:right w:val="none" w:sz="0" w:space="0" w:color="auto"/>
                  </w:divBdr>
                  <w:divsChild>
                    <w:div w:id="397166204">
                      <w:marLeft w:val="2430"/>
                      <w:marRight w:val="0"/>
                      <w:marTop w:val="0"/>
                      <w:marBottom w:val="0"/>
                      <w:divBdr>
                        <w:top w:val="none" w:sz="0" w:space="0" w:color="auto"/>
                        <w:left w:val="none" w:sz="0" w:space="0" w:color="auto"/>
                        <w:bottom w:val="none" w:sz="0" w:space="0" w:color="auto"/>
                        <w:right w:val="none" w:sz="0" w:space="0" w:color="auto"/>
                      </w:divBdr>
                    </w:div>
                  </w:divsChild>
                </w:div>
                <w:div w:id="307898515">
                  <w:marLeft w:val="0"/>
                  <w:marRight w:val="0"/>
                  <w:marTop w:val="0"/>
                  <w:marBottom w:val="0"/>
                  <w:divBdr>
                    <w:top w:val="none" w:sz="0" w:space="0" w:color="auto"/>
                    <w:left w:val="none" w:sz="0" w:space="0" w:color="auto"/>
                    <w:bottom w:val="none" w:sz="0" w:space="0" w:color="auto"/>
                    <w:right w:val="none" w:sz="0" w:space="0" w:color="auto"/>
                  </w:divBdr>
                  <w:divsChild>
                    <w:div w:id="1684159946">
                      <w:marLeft w:val="0"/>
                      <w:marRight w:val="0"/>
                      <w:marTop w:val="750"/>
                      <w:marBottom w:val="0"/>
                      <w:divBdr>
                        <w:top w:val="single" w:sz="6" w:space="9" w:color="666666"/>
                        <w:left w:val="single" w:sz="6" w:space="9" w:color="666666"/>
                        <w:bottom w:val="single" w:sz="6" w:space="9" w:color="666666"/>
                        <w:right w:val="single" w:sz="6" w:space="9" w:color="666666"/>
                      </w:divBdr>
                      <w:divsChild>
                        <w:div w:id="207986339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 w:id="1141968952">
                  <w:marLeft w:val="-180"/>
                  <w:marRight w:val="-180"/>
                  <w:marTop w:val="0"/>
                  <w:marBottom w:val="0"/>
                  <w:divBdr>
                    <w:top w:val="none" w:sz="0" w:space="0" w:color="auto"/>
                    <w:left w:val="none" w:sz="0" w:space="0" w:color="auto"/>
                    <w:bottom w:val="none" w:sz="0" w:space="0" w:color="auto"/>
                    <w:right w:val="none" w:sz="0" w:space="0" w:color="auto"/>
                  </w:divBdr>
                  <w:divsChild>
                    <w:div w:id="1841654716">
                      <w:marLeft w:val="4050"/>
                      <w:marRight w:val="0"/>
                      <w:marTop w:val="0"/>
                      <w:marBottom w:val="0"/>
                      <w:divBdr>
                        <w:top w:val="none" w:sz="0" w:space="0" w:color="auto"/>
                        <w:left w:val="none" w:sz="0" w:space="0" w:color="auto"/>
                        <w:bottom w:val="none" w:sz="0" w:space="0" w:color="auto"/>
                        <w:right w:val="none" w:sz="0" w:space="0" w:color="auto"/>
                      </w:divBdr>
                      <w:divsChild>
                        <w:div w:id="1088038534">
                          <w:marLeft w:val="0"/>
                          <w:marRight w:val="0"/>
                          <w:marTop w:val="600"/>
                          <w:marBottom w:val="0"/>
                          <w:divBdr>
                            <w:top w:val="single" w:sz="6" w:space="18" w:color="000000"/>
                            <w:left w:val="none" w:sz="0" w:space="0" w:color="auto"/>
                            <w:bottom w:val="none" w:sz="0" w:space="0" w:color="auto"/>
                            <w:right w:val="none" w:sz="0" w:space="0" w:color="auto"/>
                          </w:divBdr>
                          <w:divsChild>
                            <w:div w:id="1354763633">
                              <w:marLeft w:val="0"/>
                              <w:marRight w:val="0"/>
                              <w:marTop w:val="0"/>
                              <w:marBottom w:val="0"/>
                              <w:divBdr>
                                <w:top w:val="none" w:sz="0" w:space="0" w:color="auto"/>
                                <w:left w:val="none" w:sz="0" w:space="0" w:color="auto"/>
                                <w:bottom w:val="none" w:sz="0" w:space="0" w:color="auto"/>
                                <w:right w:val="none" w:sz="0" w:space="0" w:color="auto"/>
                              </w:divBdr>
                              <w:divsChild>
                                <w:div w:id="62110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977284">
          <w:marLeft w:val="0"/>
          <w:marRight w:val="0"/>
          <w:marTop w:val="0"/>
          <w:marBottom w:val="0"/>
          <w:divBdr>
            <w:top w:val="none" w:sz="0" w:space="0" w:color="auto"/>
            <w:left w:val="none" w:sz="0" w:space="0" w:color="auto"/>
            <w:bottom w:val="none" w:sz="0" w:space="0" w:color="auto"/>
            <w:right w:val="none" w:sz="0" w:space="0" w:color="auto"/>
          </w:divBdr>
          <w:divsChild>
            <w:div w:id="2026243709">
              <w:marLeft w:val="0"/>
              <w:marRight w:val="0"/>
              <w:marTop w:val="0"/>
              <w:marBottom w:val="0"/>
              <w:divBdr>
                <w:top w:val="none" w:sz="0" w:space="0" w:color="auto"/>
                <w:left w:val="none" w:sz="0" w:space="0" w:color="auto"/>
                <w:bottom w:val="none" w:sz="0" w:space="0" w:color="auto"/>
                <w:right w:val="none" w:sz="0" w:space="0" w:color="auto"/>
              </w:divBdr>
              <w:divsChild>
                <w:div w:id="437020252">
                  <w:marLeft w:val="-180"/>
                  <w:marRight w:val="-180"/>
                  <w:marTop w:val="0"/>
                  <w:marBottom w:val="0"/>
                  <w:divBdr>
                    <w:top w:val="none" w:sz="0" w:space="0" w:color="auto"/>
                    <w:left w:val="none" w:sz="0" w:space="0" w:color="auto"/>
                    <w:bottom w:val="none" w:sz="0" w:space="0" w:color="auto"/>
                    <w:right w:val="none" w:sz="0" w:space="0" w:color="auto"/>
                  </w:divBdr>
                  <w:divsChild>
                    <w:div w:id="1579825016">
                      <w:marLeft w:val="4050"/>
                      <w:marRight w:val="0"/>
                      <w:marTop w:val="0"/>
                      <w:marBottom w:val="0"/>
                      <w:divBdr>
                        <w:top w:val="none" w:sz="0" w:space="0" w:color="auto"/>
                        <w:left w:val="none" w:sz="0" w:space="0" w:color="auto"/>
                        <w:bottom w:val="none" w:sz="0" w:space="0" w:color="auto"/>
                        <w:right w:val="none" w:sz="0" w:space="0" w:color="auto"/>
                      </w:divBdr>
                      <w:divsChild>
                        <w:div w:id="1931087208">
                          <w:marLeft w:val="0"/>
                          <w:marRight w:val="0"/>
                          <w:marTop w:val="360"/>
                          <w:marBottom w:val="525"/>
                          <w:divBdr>
                            <w:top w:val="single" w:sz="6" w:space="30" w:color="000000"/>
                            <w:left w:val="none" w:sz="0" w:space="0" w:color="auto"/>
                            <w:bottom w:val="none" w:sz="0" w:space="0" w:color="auto"/>
                            <w:right w:val="none" w:sz="0" w:space="0" w:color="auto"/>
                          </w:divBdr>
                          <w:divsChild>
                            <w:div w:id="1239247721">
                              <w:marLeft w:val="0"/>
                              <w:marRight w:val="0"/>
                              <w:marTop w:val="0"/>
                              <w:marBottom w:val="0"/>
                              <w:divBdr>
                                <w:top w:val="none" w:sz="0" w:space="0" w:color="auto"/>
                                <w:left w:val="none" w:sz="0" w:space="0" w:color="auto"/>
                                <w:bottom w:val="none" w:sz="0" w:space="0" w:color="auto"/>
                                <w:right w:val="none" w:sz="0" w:space="0" w:color="auto"/>
                              </w:divBdr>
                              <w:divsChild>
                                <w:div w:id="1146095341">
                                  <w:marLeft w:val="0"/>
                                  <w:marRight w:val="0"/>
                                  <w:marTop w:val="0"/>
                                  <w:marBottom w:val="0"/>
                                  <w:divBdr>
                                    <w:top w:val="none" w:sz="0" w:space="0" w:color="auto"/>
                                    <w:left w:val="none" w:sz="0" w:space="0" w:color="auto"/>
                                    <w:bottom w:val="none" w:sz="0" w:space="0" w:color="auto"/>
                                    <w:right w:val="none" w:sz="0" w:space="0" w:color="auto"/>
                                  </w:divBdr>
                                </w:div>
                              </w:divsChild>
                            </w:div>
                            <w:div w:id="2006594029">
                              <w:marLeft w:val="0"/>
                              <w:marRight w:val="0"/>
                              <w:marTop w:val="0"/>
                              <w:marBottom w:val="0"/>
                              <w:divBdr>
                                <w:top w:val="none" w:sz="0" w:space="0" w:color="auto"/>
                                <w:left w:val="single" w:sz="6" w:space="9" w:color="666666"/>
                                <w:bottom w:val="none" w:sz="0" w:space="0" w:color="auto"/>
                                <w:right w:val="none" w:sz="0" w:space="0" w:color="auto"/>
                              </w:divBdr>
                              <w:divsChild>
                                <w:div w:id="1380014640">
                                  <w:marLeft w:val="0"/>
                                  <w:marRight w:val="0"/>
                                  <w:marTop w:val="0"/>
                                  <w:marBottom w:val="0"/>
                                  <w:divBdr>
                                    <w:top w:val="none" w:sz="0" w:space="0" w:color="auto"/>
                                    <w:left w:val="none" w:sz="0" w:space="0" w:color="auto"/>
                                    <w:bottom w:val="none" w:sz="0" w:space="0" w:color="auto"/>
                                    <w:right w:val="none" w:sz="0" w:space="0" w:color="auto"/>
                                  </w:divBdr>
                                  <w:divsChild>
                                    <w:div w:id="1052734384">
                                      <w:marLeft w:val="0"/>
                                      <w:marRight w:val="0"/>
                                      <w:marTop w:val="0"/>
                                      <w:marBottom w:val="0"/>
                                      <w:divBdr>
                                        <w:top w:val="none" w:sz="0" w:space="0" w:color="auto"/>
                                        <w:left w:val="none" w:sz="0" w:space="0" w:color="auto"/>
                                        <w:bottom w:val="none" w:sz="0" w:space="0" w:color="auto"/>
                                        <w:right w:val="none" w:sz="0" w:space="0" w:color="auto"/>
                                      </w:divBdr>
                                      <w:divsChild>
                                        <w:div w:id="2145344293">
                                          <w:marLeft w:val="0"/>
                                          <w:marRight w:val="0"/>
                                          <w:marTop w:val="0"/>
                                          <w:marBottom w:val="0"/>
                                          <w:divBdr>
                                            <w:top w:val="none" w:sz="0" w:space="0" w:color="auto"/>
                                            <w:left w:val="none" w:sz="0" w:space="0" w:color="auto"/>
                                            <w:bottom w:val="none" w:sz="0" w:space="0" w:color="auto"/>
                                            <w:right w:val="none" w:sz="0" w:space="0" w:color="auto"/>
                                          </w:divBdr>
                                          <w:divsChild>
                                            <w:div w:id="748773132">
                                              <w:marLeft w:val="0"/>
                                              <w:marRight w:val="0"/>
                                              <w:marTop w:val="0"/>
                                              <w:marBottom w:val="450"/>
                                              <w:divBdr>
                                                <w:top w:val="none" w:sz="0" w:space="0" w:color="auto"/>
                                                <w:left w:val="none" w:sz="0" w:space="0" w:color="auto"/>
                                                <w:bottom w:val="none" w:sz="0" w:space="0" w:color="auto"/>
                                                <w:right w:val="none" w:sz="0" w:space="0" w:color="auto"/>
                                              </w:divBdr>
                                              <w:divsChild>
                                                <w:div w:id="1397313059">
                                                  <w:marLeft w:val="0"/>
                                                  <w:marRight w:val="0"/>
                                                  <w:marTop w:val="0"/>
                                                  <w:marBottom w:val="0"/>
                                                  <w:divBdr>
                                                    <w:top w:val="none" w:sz="0" w:space="0" w:color="auto"/>
                                                    <w:left w:val="none" w:sz="0" w:space="0" w:color="auto"/>
                                                    <w:bottom w:val="none" w:sz="0" w:space="0" w:color="auto"/>
                                                    <w:right w:val="none" w:sz="0" w:space="0" w:color="auto"/>
                                                  </w:divBdr>
                                                  <w:divsChild>
                                                    <w:div w:id="630211234">
                                                      <w:marLeft w:val="-180"/>
                                                      <w:marRight w:val="-180"/>
                                                      <w:marTop w:val="0"/>
                                                      <w:marBottom w:val="0"/>
                                                      <w:divBdr>
                                                        <w:top w:val="none" w:sz="0" w:space="0" w:color="auto"/>
                                                        <w:left w:val="none" w:sz="0" w:space="0" w:color="auto"/>
                                                        <w:bottom w:val="none" w:sz="0" w:space="0" w:color="auto"/>
                                                        <w:right w:val="none" w:sz="0" w:space="0" w:color="auto"/>
                                                      </w:divBdr>
                                                      <w:divsChild>
                                                        <w:div w:id="378358146">
                                                          <w:marLeft w:val="0"/>
                                                          <w:marRight w:val="0"/>
                                                          <w:marTop w:val="0"/>
                                                          <w:marBottom w:val="0"/>
                                                          <w:divBdr>
                                                            <w:top w:val="none" w:sz="0" w:space="0" w:color="auto"/>
                                                            <w:left w:val="none" w:sz="0" w:space="0" w:color="auto"/>
                                                            <w:bottom w:val="none" w:sz="0" w:space="0" w:color="auto"/>
                                                            <w:right w:val="none" w:sz="0" w:space="0" w:color="auto"/>
                                                          </w:divBdr>
                                                          <w:divsChild>
                                                            <w:div w:id="1115709981">
                                                              <w:marLeft w:val="0"/>
                                                              <w:marRight w:val="0"/>
                                                              <w:marTop w:val="0"/>
                                                              <w:marBottom w:val="0"/>
                                                              <w:divBdr>
                                                                <w:top w:val="none" w:sz="0" w:space="0" w:color="auto"/>
                                                                <w:left w:val="none" w:sz="0" w:space="0" w:color="auto"/>
                                                                <w:bottom w:val="none" w:sz="0" w:space="0" w:color="auto"/>
                                                                <w:right w:val="none" w:sz="0" w:space="0" w:color="auto"/>
                                                              </w:divBdr>
                                                              <w:divsChild>
                                                                <w:div w:id="92511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A5D5A-A4E0-4E6F-A098-C6572022A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284</Words>
  <Characters>1790</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dc:creator>
  <cp:keywords/>
  <dc:description/>
  <cp:lastModifiedBy>R G</cp:lastModifiedBy>
  <cp:revision>13</cp:revision>
  <cp:lastPrinted>2024-08-13T13:26:00Z</cp:lastPrinted>
  <dcterms:created xsi:type="dcterms:W3CDTF">2024-08-13T05:51:00Z</dcterms:created>
  <dcterms:modified xsi:type="dcterms:W3CDTF">2024-09-04T06:57:00Z</dcterms:modified>
</cp:coreProperties>
</file>