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comments.xml" ContentType="application/vnd.openxmlformats-officedocument.wordprocessingml.comments+xml"/>
  <Override PartName="/word/commentsExtended.xml" ContentType="application/vnd.openxmlformats-officedocument.wordprocessingml.commentsExtended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people.xml" ContentType="application/vnd.openxmlformats-officedocument.wordprocessingml.peop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tbl>
      <w:tblPr>
        <w:tblW w:w="5000" w:type="pct"/>
        <w:jc w:val="center"/>
        <w:tblCellMar>
          <w:left w:w="0" w:type="dxa"/>
          <w:right w:w="0" w:type="dxa"/>
        </w:tblCellMar>
        <w:tblLook w:val="04A0" w:firstRow="1" w:lastRow="0" w:firstColumn="1" w:lastColumn="0" w:noHBand="0" w:noVBand="1"/>
        <w:tblDescription w:val="Layout for two menus on a page"/>
      </w:tblPr>
      <w:tblGrid>
        <w:gridCol w:w="6230"/>
        <w:gridCol w:w="68"/>
        <w:gridCol w:w="2880"/>
        <w:gridCol w:w="6221"/>
      </w:tblGrid>
      <w:tr w:rsidR="00C919F9" w:rsidRPr="001466D2" w14:paraId="28971C36" w14:textId="77777777" w:rsidTr="00F43D3A">
        <w:trPr>
          <w:cantSplit/>
          <w:trHeight w:hRule="exact" w:val="9498"/>
          <w:jc w:val="center"/>
        </w:trPr>
        <w:tc>
          <w:tcPr>
            <w:tcW w:w="2023" w:type="pct"/>
          </w:tcPr>
          <w:p w14:paraId="4803FC35" w14:textId="77777777" w:rsidR="002747C0" w:rsidRPr="00F5719D" w:rsidRDefault="002747C0">
            <w:pPr>
              <w:pStyle w:val="Untertitel"/>
              <w:rPr>
                <w:lang w:val="de-DE"/>
              </w:rPr>
            </w:pPr>
          </w:p>
          <w:p w14:paraId="480F8509" w14:textId="769E140F" w:rsidR="007406D2" w:rsidRPr="002D39A2" w:rsidRDefault="00784157">
            <w:pPr>
              <w:pStyle w:val="Titel"/>
              <w:rPr>
                <w:sz w:val="56"/>
                <w:szCs w:val="56"/>
                <w:lang w:val="de-CH"/>
              </w:rPr>
            </w:pPr>
            <w:r w:rsidRPr="00197F9D">
              <w:rPr>
                <w:noProof/>
                <w:sz w:val="56"/>
                <w:szCs w:val="56"/>
                <w:lang w:val="de-CH" w:eastAsia="de-CH"/>
              </w:rPr>
              <mc:AlternateContent>
                <mc:Choice Requires="wpg">
                  <w:drawing>
                    <wp:anchor distT="0" distB="0" distL="114300" distR="114300" simplePos="0" relativeHeight="251666432" behindDoc="1" locked="0" layoutInCell="1" allowOverlap="1" wp14:anchorId="5BFCAF46" wp14:editId="07DD0206">
                      <wp:simplePos x="0" y="0"/>
                      <wp:positionH relativeFrom="column">
                        <wp:align>center</wp:align>
                      </wp:positionH>
                      <wp:positionV relativeFrom="paragraph">
                        <wp:posOffset>208810</wp:posOffset>
                      </wp:positionV>
                      <wp:extent cx="3200400" cy="411480"/>
                      <wp:effectExtent l="0" t="0" r="19050" b="26670"/>
                      <wp:wrapNone/>
                      <wp:docPr id="12" name="Gruppieren 12" descr="Titelrahmengrafik"/>
                      <wp:cNvGraphicFramePr/>
                      <a:graphic xmlns:a="http://schemas.openxmlformats.org/drawingml/2006/main">
                        <a:graphicData uri="http://schemas.microsoft.com/office/word/2010/wordprocessingGroup">
                          <wpg:wgp>
                            <wpg:cNvGrpSpPr/>
                            <wpg:grpSpPr>
                              <a:xfrm>
                                <a:off x="0" y="0"/>
                                <a:ext cx="3200400" cy="411480"/>
                                <a:chOff x="0" y="0"/>
                                <a:chExt cx="3200400" cy="415126"/>
                              </a:xfrm>
                            </wpg:grpSpPr>
                            <wps:wsp>
                              <wps:cNvPr id="9" name="Gerader Verbinder 9"/>
                              <wps:cNvCnPr/>
                              <wps:spPr>
                                <a:xfrm>
                                  <a:off x="0" y="0"/>
                                  <a:ext cx="32004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  <wps:wsp>
                              <wps:cNvPr id="10" name="Gerader Verbinder 10"/>
                              <wps:cNvCnPr/>
                              <wps:spPr>
                                <a:xfrm>
                                  <a:off x="0" y="415126"/>
                                  <a:ext cx="3200400" cy="0"/>
                                </a:xfrm>
                                <a:prstGeom prst="line">
                                  <a:avLst/>
                                </a:prstGeom>
                                <a:ln w="6350">
                                  <a:solidFill>
                                    <a:schemeClr val="bg1">
                                      <a:lumMod val="65000"/>
                                    </a:schemeClr>
                                  </a:solidFill>
                                </a:ln>
                              </wps:spPr>
                              <wps:style>
                                <a:lnRef idx="1">
                                  <a:schemeClr val="accent1"/>
                                </a:lnRef>
                                <a:fillRef idx="0">
                                  <a:schemeClr val="accent1"/>
                                </a:fillRef>
                                <a:effectRef idx="0">
                                  <a:schemeClr val="accent1"/>
                                </a:effectRef>
                                <a:fontRef idx="minor">
                                  <a:schemeClr val="tx1"/>
                                </a:fontRef>
                              </wps:style>
                              <wps:bodyPr/>
                            </wps:wsp>
                          </wpg:wgp>
                        </a:graphicData>
                      </a:graphic>
                      <wp14:sizeRelV relativeFrom="margin">
                        <wp14:pctHeight>0</wp14:pctHeight>
                      </wp14:sizeRelV>
                    </wp:anchor>
                  </w:drawing>
                </mc:Choice>
                <mc:Fallback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oel="http://schemas.microsoft.com/office/2019/extlst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>
                  <w:pict>
                    <v:group w14:anchorId="4527F2C8" id="Gruppieren 12" o:spid="_x0000_s1026" alt="Titelrahmengrafik" style="position:absolute;margin-left:0;margin-top:16.45pt;width:252pt;height:32.4pt;z-index:-251650048;mso-position-horizontal:center;mso-height-relative:margin" coordsize="32004,4151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">
                      <v:line id="Gerader Verbinder 9" o:spid="_x0000_s1027" style="position:absolute;visibility:visible;mso-wrap-style:square" from="0,0" to="32004,0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" strokecolor="#a5a5a5 [2092]" strokeweight=".5pt">
                        <v:stroke joinstyle="miter"/>
                      </v:line>
                      <v:line id="Gerader Verbinder 10" o:spid="_x0000_s1028" style="position:absolute;visibility:visible;mso-wrap-style:square" from="0,4151" to="32004,4151" o:connectortype="straight" o:gfxdata="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" strokecolor="#a5a5a5 [2092]" strokeweight=".5pt">
                        <v:stroke joinstyle="miter"/>
                      </v:line>
                    </v:group>
                  </w:pict>
                </mc:Fallback>
              </mc:AlternateContent>
            </w:r>
            <w:r w:rsidR="000249C2">
              <w:rPr>
                <w:sz w:val="56"/>
                <w:szCs w:val="56"/>
                <w:lang w:val="de-CH"/>
              </w:rPr>
              <w:t>M</w:t>
            </w:r>
            <w:r w:rsidR="000249C2" w:rsidRPr="002D39A2">
              <w:rPr>
                <w:sz w:val="56"/>
                <w:szCs w:val="56"/>
                <w:lang w:val="de-CH"/>
              </w:rPr>
              <w:t>enü</w:t>
            </w:r>
            <w:r w:rsidR="0077633A" w:rsidRPr="002D39A2">
              <w:rPr>
                <w:sz w:val="56"/>
                <w:szCs w:val="56"/>
                <w:lang w:val="de-CH"/>
              </w:rPr>
              <w:t xml:space="preserve"> </w:t>
            </w:r>
            <w:r w:rsidR="00DF24C2">
              <w:rPr>
                <w:sz w:val="56"/>
                <w:szCs w:val="56"/>
                <w:lang w:val="de-CH"/>
              </w:rPr>
              <w:t>Februar 24</w:t>
            </w:r>
          </w:p>
          <w:p w14:paraId="4DB088EA" w14:textId="77777777" w:rsidR="007406D2" w:rsidRPr="00B6571F" w:rsidRDefault="007406D2">
            <w:pPr>
              <w:pStyle w:val="Titel"/>
              <w:rPr>
                <w:sz w:val="24"/>
                <w:szCs w:val="24"/>
                <w:lang w:val="de-CH"/>
              </w:rPr>
            </w:pPr>
          </w:p>
          <w:p w14:paraId="3A40B1F3" w14:textId="77777777" w:rsidR="002C5351" w:rsidRDefault="002C5351" w:rsidP="006860BD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49D77FE4" w14:textId="77777777" w:rsidR="00C919F9" w:rsidRDefault="00C919F9" w:rsidP="006860BD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7BDF32CF" w14:textId="664AF990" w:rsidR="007406D2" w:rsidRDefault="00C919F9" w:rsidP="006860BD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>
              <w:rPr>
                <w:rFonts w:ascii="Abadi Extra Light" w:hAnsi="Abadi Extra Light"/>
                <w:sz w:val="24"/>
                <w:szCs w:val="24"/>
                <w:lang w:val="de-CH"/>
              </w:rPr>
              <w:t xml:space="preserve">                                           </w:t>
            </w:r>
          </w:p>
          <w:p w14:paraId="7AC5E83B" w14:textId="77777777" w:rsidR="00C919F9" w:rsidRPr="00B6571F" w:rsidRDefault="00C919F9" w:rsidP="006860BD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4006DA2D" w14:textId="380E7B49" w:rsidR="002C5351" w:rsidRDefault="00DF24C2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>
              <w:rPr>
                <w:rFonts w:ascii="Abadi Extra Light" w:hAnsi="Abadi Extra Light"/>
                <w:sz w:val="24"/>
                <w:szCs w:val="24"/>
                <w:lang w:val="de-CH"/>
              </w:rPr>
              <w:t>Lachs im Blätterteig</w:t>
            </w:r>
          </w:p>
          <w:p w14:paraId="024E8E6C" w14:textId="26033F37" w:rsidR="002C5351" w:rsidRDefault="002C5351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2C5351">
              <w:rPr>
                <w:rFonts w:ascii="Abadi Extra Light" w:hAnsi="Abadi Extra Light"/>
                <w:sz w:val="24"/>
                <w:szCs w:val="24"/>
                <w:lang w:val="de-CH"/>
              </w:rPr>
              <w:t>***</w:t>
            </w:r>
          </w:p>
          <w:p w14:paraId="3C2D92C9" w14:textId="77777777" w:rsidR="009765E8" w:rsidRDefault="009765E8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6CEE6173" w14:textId="2049ECEB" w:rsidR="00A5042F" w:rsidRDefault="00DF24C2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>
              <w:rPr>
                <w:rFonts w:ascii="Abadi Extra Light" w:hAnsi="Abadi Extra Light"/>
                <w:sz w:val="24"/>
                <w:szCs w:val="24"/>
                <w:lang w:val="de-CH"/>
              </w:rPr>
              <w:t>Riesencrevetten mit Safrannudeln</w:t>
            </w:r>
          </w:p>
          <w:p w14:paraId="5B2B0E34" w14:textId="3246BE53" w:rsidR="00A5042F" w:rsidRDefault="00A5042F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A5042F">
              <w:rPr>
                <w:rFonts w:ascii="Abadi Extra Light" w:hAnsi="Abadi Extra Light"/>
                <w:sz w:val="24"/>
                <w:szCs w:val="24"/>
                <w:lang w:val="de-CH"/>
              </w:rPr>
              <w:t>***</w:t>
            </w:r>
          </w:p>
          <w:p w14:paraId="576FF00E" w14:textId="77777777" w:rsidR="009765E8" w:rsidRDefault="009765E8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0BF773E8" w14:textId="7EC73381" w:rsidR="002C5351" w:rsidRDefault="00DF24C2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>
              <w:rPr>
                <w:rFonts w:ascii="Abadi Extra Light" w:hAnsi="Abadi Extra Light"/>
                <w:sz w:val="24"/>
                <w:szCs w:val="24"/>
                <w:lang w:val="de-CH"/>
              </w:rPr>
              <w:t>Gefüllte Poulet Brust mit Weisswein-Risotto</w:t>
            </w:r>
          </w:p>
          <w:p w14:paraId="1759EC49" w14:textId="2F668B36" w:rsidR="002C5351" w:rsidRDefault="002C5351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B6571F">
              <w:rPr>
                <w:rFonts w:ascii="Abadi Extra Light" w:hAnsi="Abadi Extra Light"/>
                <w:sz w:val="24"/>
                <w:szCs w:val="24"/>
                <w:lang w:val="de-CH"/>
              </w:rPr>
              <w:t>***</w:t>
            </w:r>
          </w:p>
          <w:p w14:paraId="1E1BBCE5" w14:textId="77777777" w:rsidR="009765E8" w:rsidRPr="00B6571F" w:rsidRDefault="009765E8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53A26A48" w14:textId="7E2D8162" w:rsidR="002C5351" w:rsidRDefault="00DF24C2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>
              <w:rPr>
                <w:rFonts w:ascii="Abadi Extra Light" w:hAnsi="Abadi Extra Light"/>
                <w:sz w:val="24"/>
                <w:szCs w:val="24"/>
                <w:lang w:val="de-CH"/>
              </w:rPr>
              <w:t>Aprikosenstreusel mit Vanille Glace</w:t>
            </w:r>
          </w:p>
          <w:p w14:paraId="1FB98FDC" w14:textId="77777777" w:rsidR="002C5351" w:rsidRDefault="002C5351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  <w:r w:rsidRPr="00B6571F">
              <w:rPr>
                <w:rFonts w:ascii="Abadi Extra Light" w:hAnsi="Abadi Extra Light"/>
                <w:sz w:val="24"/>
                <w:szCs w:val="24"/>
                <w:lang w:val="de-CH"/>
              </w:rPr>
              <w:t>***</w:t>
            </w:r>
          </w:p>
          <w:p w14:paraId="476ED5B3" w14:textId="77777777" w:rsidR="009765E8" w:rsidRPr="00B6571F" w:rsidRDefault="009765E8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056EE21B" w14:textId="32C975F4" w:rsidR="00A20033" w:rsidRPr="00B6571F" w:rsidRDefault="00A20033" w:rsidP="002C5351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09E4D2FE" w14:textId="75BED419" w:rsidR="006860BD" w:rsidRPr="00B6571F" w:rsidRDefault="006860BD" w:rsidP="006860BD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3C6ED124" w14:textId="5838811D" w:rsidR="006860BD" w:rsidRPr="00B6571F" w:rsidRDefault="006860BD" w:rsidP="006860BD">
            <w:pPr>
              <w:rPr>
                <w:rFonts w:ascii="Abadi Extra Light" w:hAnsi="Abadi Extra Light"/>
                <w:sz w:val="24"/>
                <w:szCs w:val="24"/>
                <w:lang w:val="de-CH"/>
              </w:rPr>
            </w:pPr>
          </w:p>
          <w:p w14:paraId="025A355D" w14:textId="77777777" w:rsidR="006860BD" w:rsidRPr="006860BD" w:rsidRDefault="006860BD" w:rsidP="006860BD">
            <w:pPr>
              <w:rPr>
                <w:lang w:val="de-CH"/>
              </w:rPr>
            </w:pPr>
          </w:p>
          <w:p w14:paraId="59BDD7BF" w14:textId="77777777" w:rsidR="002747C0" w:rsidRPr="00F5719D" w:rsidRDefault="002747C0" w:rsidP="006860BD">
            <w:pPr>
              <w:rPr>
                <w:lang w:val="de-DE"/>
              </w:rPr>
            </w:pPr>
          </w:p>
        </w:tc>
        <w:tc>
          <w:tcPr>
            <w:tcW w:w="22" w:type="pct"/>
          </w:tcPr>
          <w:p w14:paraId="630AA59C" w14:textId="77777777" w:rsidR="002747C0" w:rsidRPr="0077633A" w:rsidRDefault="002747C0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DE"/>
              </w:rPr>
            </w:pPr>
          </w:p>
        </w:tc>
        <w:tc>
          <w:tcPr>
            <w:tcW w:w="935" w:type="pct"/>
          </w:tcPr>
          <w:p w14:paraId="3EAC7FF8" w14:textId="77777777" w:rsidR="00C919F9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DE"/>
              </w:rPr>
            </w:pPr>
            <w:r>
              <w:rPr>
                <w:rFonts w:ascii="Abadi Extra Light" w:hAnsi="Abadi Extra Light"/>
                <w:sz w:val="22"/>
                <w:szCs w:val="22"/>
                <w:lang w:val="de-DE"/>
              </w:rPr>
              <w:t xml:space="preserve">  </w:t>
            </w:r>
          </w:p>
          <w:p w14:paraId="38D55270" w14:textId="77777777" w:rsidR="00C919F9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DE"/>
              </w:rPr>
            </w:pPr>
          </w:p>
          <w:p w14:paraId="23ADE319" w14:textId="77777777" w:rsidR="00C919F9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DE"/>
              </w:rPr>
            </w:pPr>
          </w:p>
          <w:p w14:paraId="275BA89E" w14:textId="77777777" w:rsidR="00C919F9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DE"/>
              </w:rPr>
            </w:pPr>
          </w:p>
          <w:p w14:paraId="4878E17A" w14:textId="77777777" w:rsidR="00C919F9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DE"/>
              </w:rPr>
            </w:pPr>
          </w:p>
          <w:p w14:paraId="18AD8DFC" w14:textId="77777777" w:rsidR="00C919F9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DE"/>
              </w:rPr>
            </w:pPr>
          </w:p>
          <w:p w14:paraId="31E1DFE4" w14:textId="77777777" w:rsidR="00C919F9" w:rsidRDefault="00C919F9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DE"/>
              </w:rPr>
            </w:pPr>
          </w:p>
          <w:p w14:paraId="2A803FBE" w14:textId="510D6301" w:rsidR="00C919F9" w:rsidRPr="00C919F9" w:rsidRDefault="00C919F9" w:rsidP="00C919F9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</w:tc>
        <w:tc>
          <w:tcPr>
            <w:tcW w:w="2021" w:type="pct"/>
          </w:tcPr>
          <w:p w14:paraId="507AE60F" w14:textId="77777777" w:rsidR="002747C0" w:rsidRPr="00B6571F" w:rsidRDefault="002747C0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  <w:p w14:paraId="358ABD0E" w14:textId="77777777" w:rsidR="0077633A" w:rsidRPr="00B6571F" w:rsidRDefault="0077633A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  <w:p w14:paraId="1DF6D354" w14:textId="77777777" w:rsidR="0077633A" w:rsidRPr="00B6571F" w:rsidRDefault="0077633A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  <w:p w14:paraId="6596A63B" w14:textId="77777777" w:rsidR="0077633A" w:rsidRPr="00B6571F" w:rsidRDefault="0077633A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  <w:p w14:paraId="7F1BF7D5" w14:textId="77777777" w:rsidR="009765E8" w:rsidRPr="009765E8" w:rsidRDefault="009765E8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>Einteilung</w:t>
            </w:r>
          </w:p>
          <w:p w14:paraId="6EFF9D70" w14:textId="77777777" w:rsidR="009765E8" w:rsidRPr="009765E8" w:rsidRDefault="009765E8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  <w:p w14:paraId="5F47C3A7" w14:textId="0F5763EC" w:rsidR="009765E8" w:rsidRPr="009765E8" w:rsidRDefault="009765E8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proofErr w:type="spellStart"/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>Apero</w:t>
            </w:r>
            <w:proofErr w:type="spellEnd"/>
            <w:r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</w:t>
            </w: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>und Serv</w:t>
            </w:r>
            <w:r w:rsidR="00DF24C2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ice                       Reto </w:t>
            </w: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„Le Chef“</w:t>
            </w:r>
          </w:p>
          <w:p w14:paraId="5F29C225" w14:textId="77777777" w:rsidR="009765E8" w:rsidRPr="009765E8" w:rsidRDefault="009765E8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  <w:p w14:paraId="6009F588" w14:textId="712EBED7" w:rsidR="009765E8" w:rsidRPr="009765E8" w:rsidRDefault="00DF24C2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>
              <w:rPr>
                <w:rFonts w:ascii="Abadi Extra Light" w:hAnsi="Abadi Extra Light"/>
                <w:sz w:val="24"/>
                <w:szCs w:val="24"/>
                <w:lang w:val="de-DE"/>
              </w:rPr>
              <w:t>Lachs im Blätterteig                 Martin</w:t>
            </w:r>
          </w:p>
          <w:p w14:paraId="791D586A" w14:textId="77777777" w:rsidR="009765E8" w:rsidRPr="009765E8" w:rsidRDefault="009765E8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>***</w:t>
            </w:r>
          </w:p>
          <w:p w14:paraId="75D5DDEE" w14:textId="77B82D3F" w:rsidR="009765E8" w:rsidRDefault="00DF24C2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Riesencrevetten </w:t>
            </w:r>
            <w:r w:rsidR="009276B6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mit Safrannudeln                 </w:t>
            </w:r>
          </w:p>
          <w:p w14:paraId="6FACC956" w14:textId="4F4B8A5F" w:rsidR="009276B6" w:rsidRPr="009765E8" w:rsidRDefault="009276B6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>
              <w:rPr>
                <w:rFonts w:ascii="Abadi Extra Light" w:hAnsi="Abadi Extra Light"/>
                <w:sz w:val="24"/>
                <w:szCs w:val="24"/>
                <w:lang w:val="de-DE"/>
              </w:rPr>
              <w:t>Gregor, Markus Alder</w:t>
            </w:r>
          </w:p>
          <w:p w14:paraId="28AFE461" w14:textId="77777777" w:rsidR="009765E8" w:rsidRPr="009765E8" w:rsidRDefault="009765E8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>***</w:t>
            </w:r>
          </w:p>
          <w:p w14:paraId="7ED92CE2" w14:textId="55FF72BA" w:rsidR="009765E8" w:rsidRPr="009765E8" w:rsidRDefault="009276B6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Poulet Brust mit Weißwein Risotto </w:t>
            </w:r>
            <w:r w:rsidR="009765E8"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                   </w:t>
            </w:r>
            <w:r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         Walter, </w:t>
            </w:r>
            <w:proofErr w:type="spellStart"/>
            <w:r>
              <w:rPr>
                <w:rFonts w:ascii="Abadi Extra Light" w:hAnsi="Abadi Extra Light"/>
                <w:sz w:val="24"/>
                <w:szCs w:val="24"/>
                <w:lang w:val="de-DE"/>
              </w:rPr>
              <w:t>Hampi</w:t>
            </w:r>
            <w:proofErr w:type="spellEnd"/>
          </w:p>
          <w:p w14:paraId="6C9BDD86" w14:textId="77777777" w:rsidR="009765E8" w:rsidRPr="009765E8" w:rsidRDefault="009765E8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>***</w:t>
            </w:r>
          </w:p>
          <w:p w14:paraId="328E4E99" w14:textId="096A21EB" w:rsidR="009765E8" w:rsidRPr="009765E8" w:rsidRDefault="009276B6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Aprikosen Streusel mit </w:t>
            </w:r>
            <w:commentRangeStart w:id="0"/>
            <w:r>
              <w:rPr>
                <w:rFonts w:ascii="Abadi Extra Light" w:hAnsi="Abadi Extra Light"/>
                <w:sz w:val="24"/>
                <w:szCs w:val="24"/>
                <w:lang w:val="de-DE"/>
              </w:rPr>
              <w:t>Glace</w:t>
            </w:r>
            <w:commentRangeEnd w:id="0"/>
            <w:r>
              <w:rPr>
                <w:rStyle w:val="Kommentarzeichen"/>
              </w:rPr>
              <w:commentReference w:id="0"/>
            </w:r>
            <w:r>
              <w:rPr>
                <w:rFonts w:ascii="Abadi Extra Light" w:hAnsi="Abadi Extra Light"/>
                <w:sz w:val="24"/>
                <w:szCs w:val="24"/>
                <w:lang w:val="de-DE"/>
              </w:rPr>
              <w:t xml:space="preserve"> Markus Angehrn, Stefan</w:t>
            </w:r>
          </w:p>
          <w:p w14:paraId="186A133C" w14:textId="77777777" w:rsidR="009765E8" w:rsidRPr="009765E8" w:rsidRDefault="009765E8" w:rsidP="009765E8">
            <w:pPr>
              <w:pStyle w:val="Menelement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r w:rsidRPr="009765E8">
              <w:rPr>
                <w:rFonts w:ascii="Abadi Extra Light" w:hAnsi="Abadi Extra Light"/>
                <w:sz w:val="24"/>
                <w:szCs w:val="24"/>
                <w:lang w:val="de-DE"/>
              </w:rPr>
              <w:t>***</w:t>
            </w:r>
          </w:p>
          <w:p w14:paraId="12D215E0" w14:textId="77777777" w:rsidR="00C919F9" w:rsidRDefault="00C919F9" w:rsidP="00B6571F">
            <w:pPr>
              <w:pStyle w:val="Menelement"/>
              <w:ind w:left="0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  <w:p w14:paraId="151A2F59" w14:textId="1C049C8C" w:rsidR="00F43D3A" w:rsidRPr="00B6571F" w:rsidRDefault="00F43D3A" w:rsidP="00B6571F">
            <w:pPr>
              <w:pStyle w:val="Menelement"/>
              <w:ind w:left="0"/>
              <w:jc w:val="both"/>
              <w:rPr>
                <w:rFonts w:ascii="Abadi Extra Light" w:hAnsi="Abadi Extra Light"/>
                <w:sz w:val="24"/>
                <w:szCs w:val="24"/>
                <w:lang w:val="de-DE"/>
              </w:rPr>
            </w:pPr>
            <w:bookmarkStart w:id="1" w:name="_GoBack"/>
            <w:bookmarkEnd w:id="1"/>
          </w:p>
        </w:tc>
      </w:tr>
      <w:tr w:rsidR="009276B6" w:rsidRPr="001466D2" w14:paraId="0A79A4E9" w14:textId="77777777" w:rsidTr="00F43D3A">
        <w:trPr>
          <w:cantSplit/>
          <w:trHeight w:hRule="exact" w:val="9498"/>
          <w:jc w:val="center"/>
        </w:trPr>
        <w:tc>
          <w:tcPr>
            <w:tcW w:w="2023" w:type="pct"/>
          </w:tcPr>
          <w:p w14:paraId="35480C2D" w14:textId="52B4E765" w:rsidR="009276B6" w:rsidRPr="00F5719D" w:rsidRDefault="009276B6" w:rsidP="009276B6">
            <w:pPr>
              <w:pStyle w:val="Untertitel"/>
              <w:ind w:left="0"/>
              <w:jc w:val="both"/>
              <w:rPr>
                <w:lang w:val="de-DE"/>
              </w:rPr>
            </w:pPr>
          </w:p>
        </w:tc>
        <w:tc>
          <w:tcPr>
            <w:tcW w:w="22" w:type="pct"/>
          </w:tcPr>
          <w:p w14:paraId="2807D83D" w14:textId="77777777" w:rsidR="009276B6" w:rsidRPr="0077633A" w:rsidRDefault="009276B6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DE"/>
              </w:rPr>
            </w:pPr>
          </w:p>
        </w:tc>
        <w:tc>
          <w:tcPr>
            <w:tcW w:w="935" w:type="pct"/>
          </w:tcPr>
          <w:p w14:paraId="4FFF7759" w14:textId="77777777" w:rsidR="009276B6" w:rsidRDefault="009276B6">
            <w:pPr>
              <w:pStyle w:val="Menelement"/>
              <w:rPr>
                <w:rFonts w:ascii="Abadi Extra Light" w:hAnsi="Abadi Extra Light"/>
                <w:sz w:val="22"/>
                <w:szCs w:val="22"/>
                <w:lang w:val="de-DE"/>
              </w:rPr>
            </w:pPr>
          </w:p>
        </w:tc>
        <w:tc>
          <w:tcPr>
            <w:tcW w:w="2021" w:type="pct"/>
          </w:tcPr>
          <w:p w14:paraId="16926D59" w14:textId="77777777" w:rsidR="009276B6" w:rsidRPr="00B6571F" w:rsidRDefault="009276B6">
            <w:pPr>
              <w:pStyle w:val="Menelement"/>
              <w:rPr>
                <w:rFonts w:ascii="Abadi Extra Light" w:hAnsi="Abadi Extra Light"/>
                <w:sz w:val="24"/>
                <w:szCs w:val="24"/>
                <w:lang w:val="de-DE"/>
              </w:rPr>
            </w:pPr>
          </w:p>
        </w:tc>
      </w:tr>
    </w:tbl>
    <w:p w14:paraId="482203E8" w14:textId="209DF19E" w:rsidR="002747C0" w:rsidRPr="00F5719D" w:rsidRDefault="002747C0">
      <w:pPr>
        <w:rPr>
          <w:lang w:val="de-DE"/>
        </w:rPr>
      </w:pPr>
    </w:p>
    <w:sectPr w:rsidR="002747C0" w:rsidRPr="00F5719D" w:rsidSect="00F5719D">
      <w:headerReference w:type="default" r:id="rId11"/>
      <w:pgSz w:w="16839" w:h="11907" w:orient="landscape" w:code="9"/>
      <w:pgMar w:top="1195" w:right="720" w:bottom="720" w:left="720" w:header="720" w:footer="720" w:gutter="0"/>
      <w:cols w:space="720"/>
      <w:docGrid w:linePitch="360"/>
    </w:sectPr>
  </w:body>
</w:document>
</file>

<file path=word/comments.xml><?xml version="1.0" encoding="utf-8"?>
<w:comment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comment w:id="0" w:author="Microsoft-Konto" w:date="2024-02-20T18:32:00Z" w:initials="M">
    <w:p w14:paraId="60D856B1" w14:textId="6682A70E" w:rsidR="009276B6" w:rsidRDefault="009276B6">
      <w:pPr>
        <w:pStyle w:val="Kommentartext"/>
      </w:pPr>
      <w:r>
        <w:rPr>
          <w:rStyle w:val="Kommentarzeichen"/>
        </w:rPr>
        <w:annotationRef/>
      </w:r>
    </w:p>
  </w:comment>
</w:comments>
</file>

<file path=word/commentsExtended.xml><?xml version="1.0" encoding="utf-8"?>
<w15:commentsEx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commentEx w15:paraId="60D856B1" w15:done="0"/>
</w15:commentsEx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76919001" w14:textId="77777777" w:rsidR="001A292C" w:rsidRDefault="001A292C">
      <w:pPr>
        <w:spacing w:after="0"/>
      </w:pPr>
      <w:r>
        <w:separator/>
      </w:r>
    </w:p>
  </w:endnote>
  <w:endnote w:type="continuationSeparator" w:id="0">
    <w:p w14:paraId="604FFFA1" w14:textId="77777777" w:rsidR="001A292C" w:rsidRDefault="001A292C">
      <w:pPr>
        <w:spacing w:after="0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Gabriola">
    <w:panose1 w:val="04040605051002020D02"/>
    <w:charset w:val="00"/>
    <w:family w:val="decorative"/>
    <w:pitch w:val="variable"/>
    <w:sig w:usb0="E00002EF" w:usb1="5000204B" w:usb2="00000000" w:usb3="00000000" w:csb0="0000009F" w:csb1="00000000"/>
  </w:font>
  <w:font w:name="Segoe UI">
    <w:panose1 w:val="020B0502040204020203"/>
    <w:charset w:val="00"/>
    <w:family w:val="swiss"/>
    <w:pitch w:val="variable"/>
    <w:sig w:usb0="E4002EFF" w:usb1="C000E47F" w:usb2="00000009" w:usb3="00000000" w:csb0="000001FF" w:csb1="00000000"/>
  </w:font>
  <w:font w:name="Abadi Extra Light">
    <w:altName w:val="Calibri"/>
    <w:charset w:val="00"/>
    <w:family w:val="swiss"/>
    <w:pitch w:val="variable"/>
    <w:sig w:usb0="80000003" w:usb1="00000000" w:usb2="00000000" w:usb3="00000000" w:csb0="0000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37D1A7B6" w14:textId="77777777" w:rsidR="001A292C" w:rsidRDefault="001A292C">
      <w:pPr>
        <w:spacing w:after="0"/>
      </w:pPr>
      <w:r>
        <w:separator/>
      </w:r>
    </w:p>
  </w:footnote>
  <w:footnote w:type="continuationSeparator" w:id="0">
    <w:p w14:paraId="21F28E6E" w14:textId="77777777" w:rsidR="001A292C" w:rsidRDefault="001A292C">
      <w:pPr>
        <w:spacing w:after="0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14:paraId="70C57DDA" w14:textId="02B98490" w:rsidR="007406D2" w:rsidRDefault="007406D2" w:rsidP="007406D2">
    <w:pPr>
      <w:pStyle w:val="Kopfzeile"/>
      <w:jc w:val="both"/>
    </w:pPr>
    <w:r>
      <w:rPr>
        <w:noProof/>
        <w:lang w:val="de-CH" w:eastAsia="de-CH"/>
      </w:rPr>
      <w:drawing>
        <wp:inline distT="0" distB="0" distL="0" distR="0" wp14:anchorId="57F812B8" wp14:editId="2FF2A04E">
          <wp:extent cx="428625" cy="428625"/>
          <wp:effectExtent l="0" t="0" r="9525" b="9525"/>
          <wp:docPr id="3076" name="Picture 18" descr="C:\A_Privat\Prv\Divers\Hobbyköche\Signet\Signet_Kochklub.JPG">
            <a:extLst xmlns:a="http://schemas.openxmlformats.org/drawingml/2006/main">
              <a:ext uri="{FF2B5EF4-FFF2-40B4-BE49-F238E27FC236}">
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E81049E-0776-45F7-6588-E6243661F5A8}"/>
              </a:ext>
            </a:extLst>
          </wp:docPr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3076" name="Picture 18" descr="C:\A_Privat\Prv\Divers\Hobbyköche\Signet\Signet_Kochklub.JPG">
                    <a:extLst>
                      <a:ext uri="{FF2B5EF4-FFF2-40B4-BE49-F238E27FC236}">
                        <a16:creationId xmlns:a16="http://schemas.microsoft.com/office/drawing/2014/main" xmlns:w16se="http://schemas.microsoft.com/office/word/2015/wordml/symex" xmlns:w16sdtdh="http://schemas.microsoft.com/office/word/2020/wordml/sdtdatahash" xmlns:w16="http://schemas.microsoft.com/office/word/2018/wordml" xmlns:w16cid="http://schemas.microsoft.com/office/word/2016/wordml/cid" xmlns:w16cex="http://schemas.microsoft.com/office/word/2018/wordml/cex" xmlns:w="http://schemas.openxmlformats.org/wordprocessingml/2006/main" xmlns:w10="urn:schemas-microsoft-com:office:word" xmlns:v="urn:schemas-microsoft-com:vml" xmlns:oel="http://schemas.microsoft.com/office/2019/extlst" xmlns:o="urn:schemas-microsoft-com:office:office" xmlns:am3d="http://schemas.microsoft.com/office/drawing/2017/model3d" xmlns:aink="http://schemas.microsoft.com/office/drawing/2016/ink" xmlns:cx8="http://schemas.microsoft.com/office/drawing/2016/5/14/chartex" xmlns:cx7="http://schemas.microsoft.com/office/drawing/2016/5/13/chartex" xmlns:cx6="http://schemas.microsoft.com/office/drawing/2016/5/12/chartex" xmlns:cx5="http://schemas.microsoft.com/office/drawing/2016/5/11/chartex" xmlns:cx4="http://schemas.microsoft.com/office/drawing/2016/5/10/chartex" xmlns:cx3="http://schemas.microsoft.com/office/drawing/2016/5/9/chartex" xmlns:cx2="http://schemas.microsoft.com/office/drawing/2015/10/21/chartex" xmlns:cx1="http://schemas.microsoft.com/office/drawing/2015/9/8/chartex" xmlns:cx="http://schemas.microsoft.com/office/drawing/2014/chartex" xmlns="" id="{AE81049E-0776-45F7-6588-E6243661F5A8}"/>
                      </a:ext>
                    </a:extLst>
                  </pic:cNvPr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28625" cy="428625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  <w:r>
      <w:t xml:space="preserve">  La </w:t>
    </w:r>
    <w:proofErr w:type="spellStart"/>
    <w:r>
      <w:t>Forchetta</w:t>
    </w:r>
    <w:proofErr w:type="spellEnd"/>
    <w:r>
      <w:t xml:space="preserve">                                                                                                                                                             </w:t>
    </w:r>
  </w:p>
</w:hdr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15:person w15:author="Microsoft-Konto">
    <w15:presenceInfo w15:providerId="Windows Live" w15:userId="d8a5f8f4ffb3d430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55"/>
  <w:proofState w:spelling="clean" w:grammar="clean"/>
  <w:attachedTemplate r:id="rId1"/>
  <w:defaultTabStop w:val="720"/>
  <w:hyphenationZone w:val="425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97F9D"/>
    <w:rsid w:val="000249C2"/>
    <w:rsid w:val="00067EED"/>
    <w:rsid w:val="00083605"/>
    <w:rsid w:val="001466D2"/>
    <w:rsid w:val="00197F9D"/>
    <w:rsid w:val="001A292C"/>
    <w:rsid w:val="0021588F"/>
    <w:rsid w:val="002747C0"/>
    <w:rsid w:val="002C5351"/>
    <w:rsid w:val="002D39A2"/>
    <w:rsid w:val="003103D9"/>
    <w:rsid w:val="00342BD5"/>
    <w:rsid w:val="00372171"/>
    <w:rsid w:val="003D290F"/>
    <w:rsid w:val="003D76E1"/>
    <w:rsid w:val="00443DAE"/>
    <w:rsid w:val="005B36B9"/>
    <w:rsid w:val="005D2CB4"/>
    <w:rsid w:val="005E4079"/>
    <w:rsid w:val="006860BD"/>
    <w:rsid w:val="00737154"/>
    <w:rsid w:val="007406D2"/>
    <w:rsid w:val="0077633A"/>
    <w:rsid w:val="00784157"/>
    <w:rsid w:val="007D5E81"/>
    <w:rsid w:val="00813956"/>
    <w:rsid w:val="00864505"/>
    <w:rsid w:val="008A326A"/>
    <w:rsid w:val="009276B6"/>
    <w:rsid w:val="009765E8"/>
    <w:rsid w:val="009877E0"/>
    <w:rsid w:val="009E49C3"/>
    <w:rsid w:val="00A20033"/>
    <w:rsid w:val="00A5042F"/>
    <w:rsid w:val="00A642DE"/>
    <w:rsid w:val="00A721C1"/>
    <w:rsid w:val="00AA3EC4"/>
    <w:rsid w:val="00AD2768"/>
    <w:rsid w:val="00B07A95"/>
    <w:rsid w:val="00B3363B"/>
    <w:rsid w:val="00B54EC5"/>
    <w:rsid w:val="00B6571F"/>
    <w:rsid w:val="00C17EB3"/>
    <w:rsid w:val="00C919F9"/>
    <w:rsid w:val="00CA3602"/>
    <w:rsid w:val="00DB4341"/>
    <w:rsid w:val="00DC198E"/>
    <w:rsid w:val="00DD4653"/>
    <w:rsid w:val="00DE1D4E"/>
    <w:rsid w:val="00DF24C2"/>
    <w:rsid w:val="00E13FB9"/>
    <w:rsid w:val="00E15581"/>
    <w:rsid w:val="00EB7FA7"/>
    <w:rsid w:val="00F43D3A"/>
    <w:rsid w:val="00F5719D"/>
    <w:rsid w:val="00FF70F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,"/>
  <w:listSeparator w:val=";"/>
  <w14:docId w14:val="2D0679D3"/>
  <w15:chartTrackingRefBased/>
  <w15:docId w15:val="{CFA317AE-015C-4D87-B3C2-FB787E47FD6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color w:val="0D0D0D" w:themeColor="text1" w:themeTint="F2"/>
        <w:kern w:val="2"/>
        <w:sz w:val="18"/>
        <w:lang w:val="en-US" w:eastAsia="ja-JP" w:bidi="ar-SA"/>
        <w14:ligatures w14:val="standard"/>
      </w:rPr>
    </w:rPrDefault>
    <w:pPrDefault>
      <w:pPr>
        <w:spacing w:after="120"/>
        <w:jc w:val="center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 w:qFormat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semiHidden="1" w:uiPriority="22" w:unhideWhenUsed="1" w:qFormat="1"/>
    <w:lsdException w:name="Emphasis" w:semiHidden="1" w:uiPriority="20" w:unhideWhenUsed="1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semiHidden="1" w:unhideWhenUsed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semiHidden="1" w:uiPriority="34" w:unhideWhenUsed="1" w:qFormat="1"/>
    <w:lsdException w:name="Quote" w:semiHidden="1" w:uiPriority="29" w:unhideWhenUsed="1" w:qFormat="1"/>
    <w:lsdException w:name="Intense Quote" w:semiHidden="1" w:uiPriority="30" w:unhideWhenUsed="1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semiHidden="1" w:uiPriority="19" w:unhideWhenUsed="1" w:qFormat="1"/>
    <w:lsdException w:name="Intense Emphasis" w:semiHidden="1" w:uiPriority="21" w:unhideWhenUsed="1" w:qFormat="1"/>
    <w:lsdException w:name="Subtle Reference" w:semiHidden="1" w:uiPriority="31" w:unhideWhenUsed="1" w:qFormat="1"/>
    <w:lsdException w:name="Intense Reference" w:semiHidden="1" w:uiPriority="32" w:unhideWhenUsed="1" w:qFormat="1"/>
    <w:lsdException w:name="Book Title" w:semiHidden="1" w:uiPriority="33" w:unhideWhenUsed="1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Standard">
    <w:name w:val="Normal"/>
    <w:qFormat/>
    <w:rsid w:val="002C5351"/>
  </w:style>
  <w:style w:type="paragraph" w:styleId="berschrift1">
    <w:name w:val="heading 1"/>
    <w:basedOn w:val="Standard"/>
    <w:next w:val="Standard"/>
    <w:link w:val="berschrift1Zchn"/>
    <w:uiPriority w:val="2"/>
    <w:qFormat/>
    <w:pPr>
      <w:keepNext/>
      <w:keepLines/>
      <w:spacing w:before="400" w:after="160"/>
      <w:ind w:left="720" w:right="720"/>
      <w:outlineLvl w:val="0"/>
    </w:pPr>
    <w:rPr>
      <w:caps/>
      <w:color w:val="A51A41" w:themeColor="accent1"/>
    </w:rPr>
  </w:style>
  <w:style w:type="character" w:default="1" w:styleId="Absatz-Standardschriftart">
    <w:name w:val="Default Paragraph Font"/>
    <w:uiPriority w:val="1"/>
    <w:semiHidden/>
    <w:unhideWhenUsed/>
  </w:style>
  <w:style w:type="table" w:default="1" w:styleId="NormaleTabel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KeineListe">
    <w:name w:val="No List"/>
    <w:uiPriority w:val="99"/>
    <w:semiHidden/>
    <w:unhideWhenUsed/>
  </w:style>
  <w:style w:type="table" w:styleId="Tabellenraster">
    <w:name w:val="Table Grid"/>
    <w:basedOn w:val="NormaleTabelle"/>
    <w:uiPriority w:val="39"/>
    <w:pPr>
      <w:spacing w:after="0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Platzhaltertext">
    <w:name w:val="Placeholder Text"/>
    <w:basedOn w:val="Absatz-Standardschriftart"/>
    <w:uiPriority w:val="99"/>
    <w:semiHidden/>
    <w:rPr>
      <w:color w:val="808080"/>
    </w:rPr>
  </w:style>
  <w:style w:type="paragraph" w:styleId="Untertitel">
    <w:name w:val="Subtitle"/>
    <w:basedOn w:val="Standard"/>
    <w:next w:val="Standard"/>
    <w:link w:val="UntertitelZchn"/>
    <w:uiPriority w:val="1"/>
    <w:qFormat/>
    <w:pPr>
      <w:numPr>
        <w:ilvl w:val="1"/>
      </w:numPr>
      <w:spacing w:after="0"/>
      <w:ind w:left="720" w:right="720"/>
    </w:pPr>
    <w:rPr>
      <w:caps/>
      <w:sz w:val="22"/>
    </w:rPr>
  </w:style>
  <w:style w:type="character" w:customStyle="1" w:styleId="UntertitelZchn">
    <w:name w:val="Untertitel Zchn"/>
    <w:basedOn w:val="Absatz-Standardschriftart"/>
    <w:link w:val="Untertitel"/>
    <w:uiPriority w:val="1"/>
    <w:rPr>
      <w:caps/>
      <w:sz w:val="22"/>
    </w:rPr>
  </w:style>
  <w:style w:type="paragraph" w:styleId="Titel">
    <w:name w:val="Title"/>
    <w:basedOn w:val="Standard"/>
    <w:next w:val="Standard"/>
    <w:link w:val="TitelZchn"/>
    <w:uiPriority w:val="1"/>
    <w:qFormat/>
    <w:pPr>
      <w:spacing w:after="340" w:line="228" w:lineRule="auto"/>
      <w:ind w:left="720" w:right="720"/>
      <w:contextualSpacing/>
    </w:pPr>
    <w:rPr>
      <w:rFonts w:asciiTheme="majorHAnsi" w:eastAsiaTheme="majorEastAsia" w:hAnsiTheme="majorHAnsi" w:cstheme="majorBidi"/>
      <w:color w:val="A51A41" w:themeColor="accent1"/>
      <w:kern w:val="28"/>
      <w:sz w:val="62"/>
      <w14:stylisticSets>
        <w14:styleSet w14:id="7"/>
      </w14:stylisticSets>
    </w:rPr>
  </w:style>
  <w:style w:type="character" w:customStyle="1" w:styleId="TitelZchn">
    <w:name w:val="Titel Zchn"/>
    <w:basedOn w:val="Absatz-Standardschriftart"/>
    <w:link w:val="Titel"/>
    <w:uiPriority w:val="1"/>
    <w:rPr>
      <w:rFonts w:asciiTheme="majorHAnsi" w:eastAsiaTheme="majorEastAsia" w:hAnsiTheme="majorHAnsi" w:cstheme="majorBidi"/>
      <w:color w:val="A51A41" w:themeColor="accent1"/>
      <w:kern w:val="28"/>
      <w:sz w:val="62"/>
      <w14:stylisticSets>
        <w14:styleSet w14:id="7"/>
      </w14:stylisticSets>
    </w:rPr>
  </w:style>
  <w:style w:type="character" w:customStyle="1" w:styleId="berschrift1Zchn">
    <w:name w:val="Überschrift 1 Zchn"/>
    <w:basedOn w:val="Absatz-Standardschriftart"/>
    <w:link w:val="berschrift1"/>
    <w:uiPriority w:val="2"/>
    <w:rPr>
      <w:caps/>
      <w:color w:val="A51A41" w:themeColor="accent1"/>
    </w:rPr>
  </w:style>
  <w:style w:type="paragraph" w:styleId="Datum">
    <w:name w:val="Date"/>
    <w:basedOn w:val="Standard"/>
    <w:next w:val="Standard"/>
    <w:link w:val="DatumZchn"/>
    <w:uiPriority w:val="2"/>
    <w:unhideWhenUsed/>
    <w:qFormat/>
    <w:pPr>
      <w:spacing w:after="840"/>
      <w:ind w:left="720" w:right="720"/>
    </w:pPr>
    <w:rPr>
      <w:caps/>
      <w:sz w:val="22"/>
    </w:rPr>
  </w:style>
  <w:style w:type="character" w:customStyle="1" w:styleId="DatumZchn">
    <w:name w:val="Datum Zchn"/>
    <w:basedOn w:val="Absatz-Standardschriftart"/>
    <w:link w:val="Datum"/>
    <w:uiPriority w:val="2"/>
    <w:rPr>
      <w:caps/>
      <w:sz w:val="22"/>
    </w:rPr>
  </w:style>
  <w:style w:type="paragraph" w:customStyle="1" w:styleId="Menelement">
    <w:name w:val="Menüelement"/>
    <w:basedOn w:val="Standard"/>
    <w:uiPriority w:val="2"/>
    <w:qFormat/>
    <w:pPr>
      <w:spacing w:line="252" w:lineRule="auto"/>
      <w:ind w:left="1440" w:right="1440"/>
    </w:pPr>
  </w:style>
  <w:style w:type="paragraph" w:styleId="Kopfzeile">
    <w:name w:val="header"/>
    <w:basedOn w:val="Standard"/>
    <w:link w:val="KopfzeileZchn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KopfzeileZchn">
    <w:name w:val="Kopfzeile Zchn"/>
    <w:basedOn w:val="Absatz-Standardschriftart"/>
    <w:link w:val="Kopfzeile"/>
    <w:uiPriority w:val="99"/>
  </w:style>
  <w:style w:type="paragraph" w:styleId="Fuzeile">
    <w:name w:val="footer"/>
    <w:basedOn w:val="Standard"/>
    <w:link w:val="FuzeileZchn"/>
    <w:uiPriority w:val="99"/>
    <w:unhideWhenUsed/>
    <w:pPr>
      <w:tabs>
        <w:tab w:val="center" w:pos="4680"/>
        <w:tab w:val="right" w:pos="9360"/>
      </w:tabs>
      <w:spacing w:after="0"/>
    </w:pPr>
  </w:style>
  <w:style w:type="character" w:customStyle="1" w:styleId="FuzeileZchn">
    <w:name w:val="Fußzeile Zchn"/>
    <w:basedOn w:val="Absatz-Standardschriftart"/>
    <w:link w:val="Fuzeile"/>
    <w:uiPriority w:val="99"/>
  </w:style>
  <w:style w:type="paragraph" w:styleId="Sprechblasentext">
    <w:name w:val="Balloon Text"/>
    <w:basedOn w:val="Standard"/>
    <w:link w:val="SprechblasentextZchn"/>
    <w:uiPriority w:val="99"/>
    <w:semiHidden/>
    <w:unhideWhenUsed/>
    <w:rsid w:val="00197F9D"/>
    <w:pPr>
      <w:spacing w:after="0"/>
    </w:pPr>
    <w:rPr>
      <w:rFonts w:ascii="Segoe UI" w:hAnsi="Segoe UI" w:cs="Segoe UI"/>
      <w:szCs w:val="18"/>
    </w:rPr>
  </w:style>
  <w:style w:type="character" w:customStyle="1" w:styleId="SprechblasentextZchn">
    <w:name w:val="Sprechblasentext Zchn"/>
    <w:basedOn w:val="Absatz-Standardschriftart"/>
    <w:link w:val="Sprechblasentext"/>
    <w:uiPriority w:val="99"/>
    <w:semiHidden/>
    <w:rsid w:val="00197F9D"/>
    <w:rPr>
      <w:rFonts w:ascii="Segoe UI" w:hAnsi="Segoe UI" w:cs="Segoe UI"/>
      <w:szCs w:val="18"/>
    </w:rPr>
  </w:style>
  <w:style w:type="character" w:styleId="Kommentarzeichen">
    <w:name w:val="annotation reference"/>
    <w:basedOn w:val="Absatz-Standardschriftart"/>
    <w:uiPriority w:val="99"/>
    <w:semiHidden/>
    <w:unhideWhenUsed/>
    <w:rsid w:val="009276B6"/>
    <w:rPr>
      <w:sz w:val="16"/>
      <w:szCs w:val="16"/>
    </w:rPr>
  </w:style>
  <w:style w:type="paragraph" w:styleId="Kommentartext">
    <w:name w:val="annotation text"/>
    <w:basedOn w:val="Standard"/>
    <w:link w:val="KommentartextZchn"/>
    <w:uiPriority w:val="99"/>
    <w:semiHidden/>
    <w:unhideWhenUsed/>
    <w:rsid w:val="009276B6"/>
    <w:rPr>
      <w:sz w:val="20"/>
    </w:rPr>
  </w:style>
  <w:style w:type="character" w:customStyle="1" w:styleId="KommentartextZchn">
    <w:name w:val="Kommentartext Zchn"/>
    <w:basedOn w:val="Absatz-Standardschriftart"/>
    <w:link w:val="Kommentartext"/>
    <w:uiPriority w:val="99"/>
    <w:semiHidden/>
    <w:rsid w:val="009276B6"/>
    <w:rPr>
      <w:sz w:val="20"/>
    </w:rPr>
  </w:style>
  <w:style w:type="paragraph" w:styleId="Kommentarthema">
    <w:name w:val="annotation subject"/>
    <w:basedOn w:val="Kommentartext"/>
    <w:next w:val="Kommentartext"/>
    <w:link w:val="KommentarthemaZchn"/>
    <w:uiPriority w:val="99"/>
    <w:semiHidden/>
    <w:unhideWhenUsed/>
    <w:rsid w:val="009276B6"/>
    <w:rPr>
      <w:b/>
      <w:bCs/>
    </w:rPr>
  </w:style>
  <w:style w:type="character" w:customStyle="1" w:styleId="KommentarthemaZchn">
    <w:name w:val="Kommentarthema Zchn"/>
    <w:basedOn w:val="KommentartextZchn"/>
    <w:link w:val="Kommentarthema"/>
    <w:uiPriority w:val="99"/>
    <w:semiHidden/>
    <w:rsid w:val="009276B6"/>
    <w:rPr>
      <w:b/>
      <w:bCs/>
      <w:sz w:val="20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395493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microsoft.com/office/2011/relationships/people" Target="people.xml"/><Relationship Id="rId3" Type="http://schemas.openxmlformats.org/officeDocument/2006/relationships/customXml" Target="../customXml/item3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customXml" Target="../customXml/item2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header" Target="header1.xml"/><Relationship Id="rId5" Type="http://schemas.openxmlformats.org/officeDocument/2006/relationships/settings" Target="settings.xml"/><Relationship Id="rId10" Type="http://schemas.microsoft.com/office/2011/relationships/commentsExtended" Target="commentsExtended.xml"/><Relationship Id="rId4" Type="http://schemas.openxmlformats.org/officeDocument/2006/relationships/styles" Target="styles.xml"/><Relationship Id="rId9" Type="http://schemas.openxmlformats.org/officeDocument/2006/relationships/comments" Target="comments.xml"/><Relationship Id="rId14" Type="http://schemas.openxmlformats.org/officeDocument/2006/relationships/theme" Target="theme/theme1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Gregor\AppData\Roaming\Microsoft\Templates\Elegante%20Speisekarte.dotx" TargetMode="External"/></Relationships>
</file>

<file path=word/theme/theme1.xml><?xml version="1.0" encoding="utf-8"?>
<a:theme xmlns:a="http://schemas.openxmlformats.org/drawingml/2006/main" name="Office Theme">
  <a:themeElements>
    <a:clrScheme name="Elegant Event Set">
      <a:dk1>
        <a:sysClr val="windowText" lastClr="000000"/>
      </a:dk1>
      <a:lt1>
        <a:sysClr val="window" lastClr="FFFFFF"/>
      </a:lt1>
      <a:dk2>
        <a:srgbClr val="4B0619"/>
      </a:dk2>
      <a:lt2>
        <a:srgbClr val="F5F5ED"/>
      </a:lt2>
      <a:accent1>
        <a:srgbClr val="A51A41"/>
      </a:accent1>
      <a:accent2>
        <a:srgbClr val="8CCFB7"/>
      </a:accent2>
      <a:accent3>
        <a:srgbClr val="F4791C"/>
      </a:accent3>
      <a:accent4>
        <a:srgbClr val="58C1CC"/>
      </a:accent4>
      <a:accent5>
        <a:srgbClr val="DBB928"/>
      </a:accent5>
      <a:accent6>
        <a:srgbClr val="4457A5"/>
      </a:accent6>
      <a:hlink>
        <a:srgbClr val="58C1CC"/>
      </a:hlink>
      <a:folHlink>
        <a:srgbClr val="4457A5"/>
      </a:folHlink>
    </a:clrScheme>
    <a:fontScheme name="Elegant Event Set">
      <a:majorFont>
        <a:latin typeface="Gabriola"/>
        <a:ea typeface=""/>
        <a:cs typeface=""/>
      </a:majorFont>
      <a:minorFont>
        <a:latin typeface="Calibri"/>
        <a:ea typeface=""/>
        <a:cs typeface="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item1.xml><?xml version="1.0" encoding="utf-8"?>
<CoverPageProperties xmlns="http://schemas.microsoft.com/office/2006/coverPageProps">
  <PublishDate>2015-11-28T00:00:00</PublishDate>
  <Abstract/>
  <CompanyAddress/>
  <CompanyPhone/>
  <CompanyFax/>
  <CompanyEmail/>
</CoverPageProperties>
</file>

<file path=customXml/item2.xml><?xml version="1.0" encoding="utf-8"?>
<?mso-contentType encoding="utf-8"?>
<FormTemplates xmlns="http://schemas.microsoft.com/sharepoint/v3/contenttype/forms">
  <Display>DocumentLibraryForm</Display>
  <Edit>AssetEditForm</Edit>
  <New>DocumentLibraryForm</New>
</FormTemplates>
</file>

<file path=customXml/item3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55AF091B-3C7A-41E3-B477-F2FDAA23CFDA}">
  <ds:schemaRefs>
    <ds:schemaRef ds:uri="http://schemas.microsoft.com/office/2006/coverPageProps"/>
  </ds:schemaRefs>
</ds:datastoreItem>
</file>

<file path=customXml/itemProps2.xml><?xml version="1.0" encoding="utf-8"?>
<ds:datastoreItem xmlns:ds="http://schemas.openxmlformats.org/officeDocument/2006/customXml" ds:itemID="{594D93AC-565D-4447-9ABB-2EDCE1BEF850}">
  <ds:schemaRefs>
    <ds:schemaRef ds:uri="http://schemas.microsoft.com/sharepoint/v3/contenttype/forms"/>
  </ds:schemaRefs>
</ds:datastoreItem>
</file>

<file path=customXml/itemProps3.xml><?xml version="1.0" encoding="utf-8"?>
<ds:datastoreItem xmlns:ds="http://schemas.openxmlformats.org/officeDocument/2006/customXml" ds:itemID="{8E7107AB-1D07-4880-A1C9-88673234A44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Elegante Speisekarte</Template>
  <TotalTime>0</TotalTime>
  <Pages>1</Pages>
  <Words>79</Words>
  <Characters>501</Characters>
  <Application>Microsoft Office Word</Application>
  <DocSecurity>0</DocSecurity>
  <Lines>4</Lines>
  <Paragraphs>1</Paragraphs>
  <ScaleCrop>false</ScaleCrop>
  <HeadingPairs>
    <vt:vector size="4" baseType="variant">
      <vt:variant>
        <vt:lpstr>Titel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/>
  <LinksUpToDate>false</LinksUpToDate>
  <CharactersWithSpaces>579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creator>Gregor</dc:creator>
  <cp:keywords/>
  <cp:lastModifiedBy>Microsoft-Konto</cp:lastModifiedBy>
  <cp:revision>3</cp:revision>
  <cp:lastPrinted>2024-02-20T17:35:00Z</cp:lastPrinted>
  <dcterms:created xsi:type="dcterms:W3CDTF">2024-02-20T17:39:00Z</dcterms:created>
  <dcterms:modified xsi:type="dcterms:W3CDTF">2024-02-20T17:39:00Z</dcterms:modified>
  <cp:version/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_TemplateID">
    <vt:lpwstr>TC030912189991</vt:lpwstr>
  </property>
</Properties>
</file>