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wo menus on a page"/>
      </w:tblPr>
      <w:tblGrid>
        <w:gridCol w:w="6230"/>
        <w:gridCol w:w="68"/>
        <w:gridCol w:w="2880"/>
        <w:gridCol w:w="6221"/>
      </w:tblGrid>
      <w:tr w:rsidR="00C919F9" w:rsidRPr="001466D2" w14:paraId="28971C36" w14:textId="77777777" w:rsidTr="00F43D3A">
        <w:trPr>
          <w:cantSplit/>
          <w:trHeight w:hRule="exact" w:val="9498"/>
          <w:jc w:val="center"/>
        </w:trPr>
        <w:tc>
          <w:tcPr>
            <w:tcW w:w="2023" w:type="pct"/>
          </w:tcPr>
          <w:p w14:paraId="4803FC35" w14:textId="77777777" w:rsidR="002747C0" w:rsidRPr="00F5719D" w:rsidRDefault="002747C0">
            <w:pPr>
              <w:pStyle w:val="Untertitel"/>
              <w:rPr>
                <w:lang w:val="de-DE"/>
              </w:rPr>
            </w:pPr>
          </w:p>
          <w:p w14:paraId="480F8509" w14:textId="4E4590B0" w:rsidR="007406D2" w:rsidRPr="002D39A2" w:rsidRDefault="00784157">
            <w:pPr>
              <w:pStyle w:val="Titel"/>
              <w:rPr>
                <w:sz w:val="56"/>
                <w:szCs w:val="56"/>
                <w:lang w:val="de-CH"/>
              </w:rPr>
            </w:pPr>
            <w:r w:rsidRPr="00197F9D">
              <w:rPr>
                <w:noProof/>
                <w:sz w:val="56"/>
                <w:szCs w:val="56"/>
                <w:lang w:val="de-CH" w:eastAsia="de-CH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5BFCAF46" wp14:editId="07DD0206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208810</wp:posOffset>
                      </wp:positionV>
                      <wp:extent cx="3200400" cy="411480"/>
                      <wp:effectExtent l="0" t="0" r="19050" b="26670"/>
                      <wp:wrapNone/>
                      <wp:docPr id="12" name="Gruppieren 12" descr="Titelrahmengrafik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0" cy="411480"/>
                                <a:chOff x="0" y="0"/>
                                <a:chExt cx="3200400" cy="415126"/>
                              </a:xfrm>
                            </wpg:grpSpPr>
                            <wps:wsp>
                              <wps:cNvPr id="9" name="Gerader Verbinder 9"/>
                              <wps:cNvCnPr/>
                              <wps:spPr>
                                <a:xfrm>
                                  <a:off x="0" y="0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Gerader Verbinder 10"/>
                              <wps:cNvCnPr/>
                              <wps:spPr>
                                <a:xfrm>
                                  <a:off x="0" y="415126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27F2C8" id="Gruppieren 12" o:spid="_x0000_s1026" alt="Titelrahmengrafik" style="position:absolute;margin-left:0;margin-top:16.45pt;width:252pt;height:32.4pt;z-index:-251650048;mso-position-horizontal:center;mso-height-relative:margin" coordsize="32004,4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">
                      <v:line id="Gerader Verbinder 9" o:spid="_x0000_s1027" style="position:absolute;visibility:visible;mso-wrap-style:square" from="0,0" to="320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6ULMQAAADaAAAADwAAAGRycy9kb3ducmV2LnhtbESPQWvCQBSE74X+h+UVeqsbS9EY3Uix&#10;FATpQduDx2f2mYRk38bdbUz99V1B8DjMzDfMYjmYVvTkfG1ZwXiUgCAurK65VPDz/fmSgvABWWNr&#10;mRT8kYdl/viwwEzbM2+p34VSRAj7DBVUIXSZlL6oyKAf2Y44ekfrDIYoXSm1w3OEm1a+JslEGqw5&#10;LlTY0aqiotn9GgWn02Zdph9+RZuvfn95Y9fY6UGp56fhfQ4i0BDu4Vt7rRXM4Hol3gCZ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zpQsxAAAANoAAAAPAAAAAAAAAAAA&#10;AAAAAKECAABkcnMvZG93bnJldi54bWxQSwUGAAAAAAQABAD5AAAAkgMAAAAA&#10;" strokecolor="#a5a5a5 [2092]" strokeweight=".5pt">
                        <v:stroke joinstyle="miter"/>
                      </v:line>
                      <v:line id="Gerader Verbinder 10" o:spid="_x0000_s1028" style="position:absolute;visibility:visible;mso-wrap-style:square" from="0,4151" to="32004,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wTMUAAADbAAAADwAAAGRycy9kb3ducmV2LnhtbESPQWvCQBCF74L/YZlCb7ppKTWkrlKU&#10;giAe1B56nGanSTA7G3e3MfXXdw6Ctxnem/e+mS8H16qeQmw8G3iaZqCIS28brgx8Hj8mOaiYkC22&#10;nsnAH0VYLsajORbWX3hP/SFVSkI4FmigTqkrtI5lTQ7j1HfEov344DDJGiptA14k3LX6OctetcOG&#10;paHGjlY1lafDrzNwPm83Vb6OK9ru+q/rC4eTn30b8/gwvL+BSjSku/l2vbGCL/Tyiwy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wTMUAAADbAAAADwAAAAAAAAAA&#10;AAAAAAChAgAAZHJzL2Rvd25yZXYueG1sUEsFBgAAAAAEAAQA+QAAAJMDAAAAAA==&#10;" strokecolor="#a5a5a5 [2092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0249C2">
              <w:rPr>
                <w:sz w:val="56"/>
                <w:szCs w:val="56"/>
                <w:lang w:val="de-CH"/>
              </w:rPr>
              <w:t>M</w:t>
            </w:r>
            <w:r w:rsidR="000249C2" w:rsidRPr="002D39A2">
              <w:rPr>
                <w:sz w:val="56"/>
                <w:szCs w:val="56"/>
                <w:lang w:val="de-CH"/>
              </w:rPr>
              <w:t>enü</w:t>
            </w:r>
            <w:r w:rsidR="0077633A" w:rsidRPr="002D39A2">
              <w:rPr>
                <w:sz w:val="56"/>
                <w:szCs w:val="56"/>
                <w:lang w:val="de-CH"/>
              </w:rPr>
              <w:t xml:space="preserve"> </w:t>
            </w:r>
            <w:r w:rsidR="00A721C1">
              <w:rPr>
                <w:sz w:val="56"/>
                <w:szCs w:val="56"/>
                <w:lang w:val="de-CH"/>
              </w:rPr>
              <w:t>Dezember 23</w:t>
            </w:r>
            <w:r w:rsidR="0077633A" w:rsidRPr="002D39A2">
              <w:rPr>
                <w:sz w:val="56"/>
                <w:szCs w:val="56"/>
                <w:lang w:val="de-CH"/>
              </w:rPr>
              <w:t xml:space="preserve"> </w:t>
            </w:r>
          </w:p>
          <w:p w14:paraId="4DB088EA" w14:textId="77777777" w:rsidR="007406D2" w:rsidRPr="00B6571F" w:rsidRDefault="007406D2">
            <w:pPr>
              <w:pStyle w:val="Titel"/>
              <w:rPr>
                <w:sz w:val="24"/>
                <w:szCs w:val="24"/>
                <w:lang w:val="de-CH"/>
              </w:rPr>
            </w:pPr>
          </w:p>
          <w:p w14:paraId="3A40B1F3" w14:textId="77777777" w:rsidR="002C5351" w:rsidRDefault="002C5351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49D77FE4" w14:textId="77777777" w:rsidR="00C919F9" w:rsidRDefault="00C919F9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BDF32CF" w14:textId="664AF990" w:rsidR="007406D2" w:rsidRDefault="00C919F9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                                     </w:t>
            </w:r>
          </w:p>
          <w:p w14:paraId="7AC5E83B" w14:textId="77777777" w:rsidR="00C919F9" w:rsidRPr="00B6571F" w:rsidRDefault="00C919F9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4006DA2D" w14:textId="7AC35BAF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Pochiertes </w:t>
            </w:r>
            <w:r w:rsidR="005E4079"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Trüffel Ei</w:t>
            </w:r>
          </w:p>
          <w:p w14:paraId="024E8E6C" w14:textId="26033F37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C2D92C9" w14:textId="77777777" w:rsidR="009765E8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6CEE6173" w14:textId="77857F81" w:rsidR="00A5042F" w:rsidRDefault="00FF70F9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Birne mit Gorgonzola überbacken</w:t>
            </w:r>
          </w:p>
          <w:p w14:paraId="5B2B0E34" w14:textId="3246BE53" w:rsidR="00A5042F" w:rsidRDefault="00A5042F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A5042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576FF00E" w14:textId="77777777" w:rsidR="009765E8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BF773E8" w14:textId="77777777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Lachsterrine</w:t>
            </w:r>
          </w:p>
          <w:p w14:paraId="1759EC49" w14:textId="2F668B36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B6571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1E1BBCE5" w14:textId="77777777" w:rsidR="009765E8" w:rsidRPr="00B6571F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53A26A48" w14:textId="708F7959" w:rsidR="002C5351" w:rsidRDefault="00AD276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Gefüllte</w:t>
            </w:r>
            <w:r w:rsidR="00C919F9">
              <w:rPr>
                <w:rFonts w:ascii="Abadi Extra Light" w:hAnsi="Abadi Extra Light"/>
                <w:sz w:val="24"/>
                <w:szCs w:val="24"/>
                <w:lang w:val="de-CH"/>
              </w:rPr>
              <w:t>s</w:t>
            </w: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Hühnchen mit Gemüse</w:t>
            </w:r>
          </w:p>
          <w:p w14:paraId="1FB98FDC" w14:textId="77777777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B6571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476ED5B3" w14:textId="77777777" w:rsidR="009765E8" w:rsidRPr="00B6571F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56EE21B" w14:textId="145EE8EF" w:rsidR="00A20033" w:rsidRPr="00B6571F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Orangensorbet mit </w:t>
            </w:r>
            <w:proofErr w:type="spellStart"/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Zimtbread</w:t>
            </w:r>
            <w:proofErr w:type="spellEnd"/>
          </w:p>
          <w:p w14:paraId="09E4D2FE" w14:textId="1994956B" w:rsidR="006860BD" w:rsidRPr="00B6571F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B6571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C6ED124" w14:textId="5838811D" w:rsidR="006860BD" w:rsidRPr="00B6571F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25A355D" w14:textId="77777777" w:rsidR="006860BD" w:rsidRPr="006860BD" w:rsidRDefault="006860BD" w:rsidP="006860BD">
            <w:pPr>
              <w:rPr>
                <w:lang w:val="de-CH"/>
              </w:rPr>
            </w:pPr>
          </w:p>
          <w:p w14:paraId="59BDD7BF" w14:textId="77777777" w:rsidR="002747C0" w:rsidRPr="00F5719D" w:rsidRDefault="002747C0" w:rsidP="006860BD">
            <w:pPr>
              <w:rPr>
                <w:lang w:val="de-DE"/>
              </w:rPr>
            </w:pPr>
          </w:p>
        </w:tc>
        <w:tc>
          <w:tcPr>
            <w:tcW w:w="22" w:type="pct"/>
          </w:tcPr>
          <w:p w14:paraId="630AA59C" w14:textId="77777777" w:rsidR="002747C0" w:rsidRPr="0077633A" w:rsidRDefault="002747C0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</w:tc>
        <w:tc>
          <w:tcPr>
            <w:tcW w:w="935" w:type="pct"/>
          </w:tcPr>
          <w:p w14:paraId="3EAC7FF8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  <w:r>
              <w:rPr>
                <w:rFonts w:ascii="Abadi Extra Light" w:hAnsi="Abadi Extra Light"/>
                <w:sz w:val="22"/>
                <w:szCs w:val="22"/>
                <w:lang w:val="de-DE"/>
              </w:rPr>
              <w:t xml:space="preserve">  </w:t>
            </w:r>
          </w:p>
          <w:p w14:paraId="38D55270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23ADE319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275BA89E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4878E17A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18AD8DFC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31E1DFE4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2A803FBE" w14:textId="510D6301" w:rsidR="00C919F9" w:rsidRPr="00C919F9" w:rsidRDefault="00C919F9" w:rsidP="00C919F9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</w:tc>
        <w:tc>
          <w:tcPr>
            <w:tcW w:w="2021" w:type="pct"/>
          </w:tcPr>
          <w:p w14:paraId="507AE60F" w14:textId="77777777" w:rsidR="002747C0" w:rsidRPr="00B6571F" w:rsidRDefault="002747C0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358ABD0E" w14:textId="77777777" w:rsidR="0077633A" w:rsidRPr="00B6571F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1DF6D354" w14:textId="77777777" w:rsidR="0077633A" w:rsidRPr="00B6571F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6596A63B" w14:textId="77777777" w:rsidR="0077633A" w:rsidRPr="00B6571F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7F1BF7D5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Einteilung</w:t>
            </w:r>
          </w:p>
          <w:p w14:paraId="6EFF9D70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5F47C3A7" w14:textId="3EDA5DB0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Apero</w:t>
            </w: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und Service                       Markus „Le Chef“</w:t>
            </w:r>
          </w:p>
          <w:p w14:paraId="5F29C225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6009F588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Pochiertes Trüffel Ei                     Hampi</w:t>
            </w:r>
          </w:p>
          <w:p w14:paraId="791D586A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75D5DDEE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Birne mit Gorgonzola                   Walter</w:t>
            </w:r>
          </w:p>
          <w:p w14:paraId="28AFE461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7ED92CE2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Lachsterrine                                Stefan, Markus Alder</w:t>
            </w:r>
          </w:p>
          <w:p w14:paraId="6C9BDD86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328E4E99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Gefülltes Hühnchen mit Gemüse    Remo, Guido</w:t>
            </w:r>
          </w:p>
          <w:p w14:paraId="186A133C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38709B7F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Orangensorbet mit </w:t>
            </w:r>
            <w:proofErr w:type="spellStart"/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Zimtbread</w:t>
            </w:r>
            <w:proofErr w:type="spellEnd"/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Reto, Martin</w:t>
            </w:r>
          </w:p>
          <w:p w14:paraId="530A218A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12D215E0" w14:textId="77777777" w:rsidR="00C919F9" w:rsidRDefault="00C919F9" w:rsidP="00B6571F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151A2F59" w14:textId="1C049C8C" w:rsidR="00F43D3A" w:rsidRPr="00B6571F" w:rsidRDefault="00F43D3A" w:rsidP="00B6571F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</w:tc>
      </w:tr>
    </w:tbl>
    <w:p w14:paraId="482203E8" w14:textId="209DF19E" w:rsidR="002747C0" w:rsidRPr="00F5719D" w:rsidRDefault="002747C0">
      <w:pPr>
        <w:rPr>
          <w:lang w:val="de-DE"/>
        </w:rPr>
      </w:pPr>
    </w:p>
    <w:sectPr w:rsidR="002747C0" w:rsidRPr="00F5719D" w:rsidSect="00F5719D">
      <w:headerReference w:type="default" r:id="rId9"/>
      <w:pgSz w:w="16839" w:h="11907" w:orient="landscape" w:code="9"/>
      <w:pgMar w:top="1195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D9B34" w14:textId="77777777" w:rsidR="00CA3602" w:rsidRDefault="00CA3602">
      <w:pPr>
        <w:spacing w:after="0"/>
      </w:pPr>
      <w:r>
        <w:separator/>
      </w:r>
    </w:p>
  </w:endnote>
  <w:endnote w:type="continuationSeparator" w:id="0">
    <w:p w14:paraId="22253DB1" w14:textId="77777777" w:rsidR="00CA3602" w:rsidRDefault="00CA36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8262" w14:textId="77777777" w:rsidR="00CA3602" w:rsidRDefault="00CA3602">
      <w:pPr>
        <w:spacing w:after="0"/>
      </w:pPr>
      <w:r>
        <w:separator/>
      </w:r>
    </w:p>
  </w:footnote>
  <w:footnote w:type="continuationSeparator" w:id="0">
    <w:p w14:paraId="009A26AC" w14:textId="77777777" w:rsidR="00CA3602" w:rsidRDefault="00CA36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7DDA" w14:textId="02B98490" w:rsidR="007406D2" w:rsidRDefault="007406D2" w:rsidP="007406D2">
    <w:pPr>
      <w:pStyle w:val="Kopfzeile"/>
      <w:jc w:val="both"/>
    </w:pPr>
    <w:r>
      <w:rPr>
        <w:noProof/>
      </w:rPr>
      <w:drawing>
        <wp:inline distT="0" distB="0" distL="0" distR="0" wp14:anchorId="57F812B8" wp14:editId="2FF2A04E">
          <wp:extent cx="428625" cy="428625"/>
          <wp:effectExtent l="0" t="0" r="9525" b="9525"/>
          <wp:docPr id="3076" name="Picture 18" descr="C:\A_Privat\Prv\Divers\Hobbyköche\Signet\Signet_Kochklub.JPG">
            <a:extLst xmlns:a="http://schemas.openxmlformats.org/drawingml/2006/main">
              <a:ext uri="{FF2B5EF4-FFF2-40B4-BE49-F238E27FC236}">
                <a16:creationId xmlns:a16="http://schemas.microsoft.com/office/drawing/2014/main" id="{AE81049E-0776-45F7-6588-E6243661F5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18" descr="C:\A_Privat\Prv\Divers\Hobbyköche\Signet\Signet_Kochklub.JPG">
                    <a:extLst>
                      <a:ext uri="{FF2B5EF4-FFF2-40B4-BE49-F238E27FC236}">
                        <a16:creationId xmlns:a16="http://schemas.microsoft.com/office/drawing/2014/main" id="{AE81049E-0776-45F7-6588-E6243661F5A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La </w:t>
    </w:r>
    <w:proofErr w:type="spellStart"/>
    <w:r>
      <w:t>Forchetta</w:t>
    </w:r>
    <w:proofErr w:type="spellEnd"/>
    <w:r>
      <w:t xml:space="preserve">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9D"/>
    <w:rsid w:val="000249C2"/>
    <w:rsid w:val="00067EED"/>
    <w:rsid w:val="00083605"/>
    <w:rsid w:val="001466D2"/>
    <w:rsid w:val="00197F9D"/>
    <w:rsid w:val="0021588F"/>
    <w:rsid w:val="002747C0"/>
    <w:rsid w:val="002C5351"/>
    <w:rsid w:val="002D39A2"/>
    <w:rsid w:val="003103D9"/>
    <w:rsid w:val="00342BD5"/>
    <w:rsid w:val="00372171"/>
    <w:rsid w:val="003D290F"/>
    <w:rsid w:val="003D76E1"/>
    <w:rsid w:val="00443DAE"/>
    <w:rsid w:val="005B36B9"/>
    <w:rsid w:val="005D2CB4"/>
    <w:rsid w:val="005E4079"/>
    <w:rsid w:val="006860BD"/>
    <w:rsid w:val="00737154"/>
    <w:rsid w:val="007406D2"/>
    <w:rsid w:val="0077633A"/>
    <w:rsid w:val="00784157"/>
    <w:rsid w:val="007D5E81"/>
    <w:rsid w:val="00813956"/>
    <w:rsid w:val="00864505"/>
    <w:rsid w:val="008A326A"/>
    <w:rsid w:val="009765E8"/>
    <w:rsid w:val="009877E0"/>
    <w:rsid w:val="009E49C3"/>
    <w:rsid w:val="00A20033"/>
    <w:rsid w:val="00A5042F"/>
    <w:rsid w:val="00A642DE"/>
    <w:rsid w:val="00A721C1"/>
    <w:rsid w:val="00AA3EC4"/>
    <w:rsid w:val="00AD2768"/>
    <w:rsid w:val="00B07A95"/>
    <w:rsid w:val="00B3363B"/>
    <w:rsid w:val="00B54EC5"/>
    <w:rsid w:val="00B6571F"/>
    <w:rsid w:val="00C17EB3"/>
    <w:rsid w:val="00C919F9"/>
    <w:rsid w:val="00CA3602"/>
    <w:rsid w:val="00DB4341"/>
    <w:rsid w:val="00DC198E"/>
    <w:rsid w:val="00DE1D4E"/>
    <w:rsid w:val="00E13FB9"/>
    <w:rsid w:val="00E15581"/>
    <w:rsid w:val="00EB7FA7"/>
    <w:rsid w:val="00F43D3A"/>
    <w:rsid w:val="00F5719D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0679D3"/>
  <w15:chartTrackingRefBased/>
  <w15:docId w15:val="{CFA317AE-015C-4D87-B3C2-FB787E47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8"/>
        <w:lang w:val="en-US" w:eastAsia="ja-JP" w:bidi="ar-SA"/>
        <w14:ligatures w14:val="standard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5351"/>
  </w:style>
  <w:style w:type="paragraph" w:styleId="berschrift1">
    <w:name w:val="heading 1"/>
    <w:basedOn w:val="Standard"/>
    <w:next w:val="Standard"/>
    <w:link w:val="berschrift1Zchn"/>
    <w:uiPriority w:val="2"/>
    <w:qFormat/>
    <w:pPr>
      <w:keepNext/>
      <w:keepLines/>
      <w:spacing w:before="400" w:after="160"/>
      <w:ind w:left="720" w:right="720"/>
      <w:outlineLvl w:val="0"/>
    </w:pPr>
    <w:rPr>
      <w:caps/>
      <w:color w:val="A51A4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1"/>
    <w:qFormat/>
    <w:pPr>
      <w:numPr>
        <w:ilvl w:val="1"/>
      </w:numPr>
      <w:spacing w:after="0"/>
      <w:ind w:left="720" w:right="720"/>
    </w:pPr>
    <w:rPr>
      <w:caps/>
      <w:sz w:val="22"/>
    </w:rPr>
  </w:style>
  <w:style w:type="character" w:customStyle="1" w:styleId="UntertitelZchn">
    <w:name w:val="Untertitel Zchn"/>
    <w:basedOn w:val="Absatz-Standardschriftart"/>
    <w:link w:val="Untertitel"/>
    <w:uiPriority w:val="1"/>
    <w:rPr>
      <w:caps/>
      <w:sz w:val="22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340" w:line="228" w:lineRule="auto"/>
      <w:ind w:left="720" w:right="720"/>
      <w:contextualSpacing/>
    </w:pPr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caps/>
      <w:color w:val="A51A41" w:themeColor="accent1"/>
    </w:rPr>
  </w:style>
  <w:style w:type="paragraph" w:styleId="Datum">
    <w:name w:val="Date"/>
    <w:basedOn w:val="Standard"/>
    <w:next w:val="Standard"/>
    <w:link w:val="DatumZchn"/>
    <w:uiPriority w:val="2"/>
    <w:unhideWhenUsed/>
    <w:qFormat/>
    <w:pPr>
      <w:spacing w:after="840"/>
      <w:ind w:left="720" w:right="720"/>
    </w:pPr>
    <w:rPr>
      <w:caps/>
      <w:sz w:val="22"/>
    </w:rPr>
  </w:style>
  <w:style w:type="character" w:customStyle="1" w:styleId="DatumZchn">
    <w:name w:val="Datum Zchn"/>
    <w:basedOn w:val="Absatz-Standardschriftart"/>
    <w:link w:val="Datum"/>
    <w:uiPriority w:val="2"/>
    <w:rPr>
      <w:caps/>
      <w:sz w:val="22"/>
    </w:rPr>
  </w:style>
  <w:style w:type="paragraph" w:customStyle="1" w:styleId="Menelement">
    <w:name w:val="Menüelement"/>
    <w:basedOn w:val="Standard"/>
    <w:uiPriority w:val="2"/>
    <w:qFormat/>
    <w:pPr>
      <w:spacing w:line="252" w:lineRule="auto"/>
      <w:ind w:left="1440" w:right="144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F9D"/>
    <w:pPr>
      <w:spacing w:after="0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F9D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or\AppData\Roaming\Microsoft\Templates\Elegante%20Speisekarte.dotx" TargetMode="External"/></Relationships>
</file>

<file path=word/theme/theme1.xml><?xml version="1.0" encoding="utf-8"?>
<a:theme xmlns:a="http://schemas.openxmlformats.org/drawingml/2006/main" name="Office Theme">
  <a:themeElements>
    <a:clrScheme name="Elegant Event Set">
      <a:dk1>
        <a:sysClr val="windowText" lastClr="000000"/>
      </a:dk1>
      <a:lt1>
        <a:sysClr val="window" lastClr="FFFFFF"/>
      </a:lt1>
      <a:dk2>
        <a:srgbClr val="4B0619"/>
      </a:dk2>
      <a:lt2>
        <a:srgbClr val="F5F5ED"/>
      </a:lt2>
      <a:accent1>
        <a:srgbClr val="A51A41"/>
      </a:accent1>
      <a:accent2>
        <a:srgbClr val="8CCFB7"/>
      </a:accent2>
      <a:accent3>
        <a:srgbClr val="F4791C"/>
      </a:accent3>
      <a:accent4>
        <a:srgbClr val="58C1CC"/>
      </a:accent4>
      <a:accent5>
        <a:srgbClr val="DBB928"/>
      </a:accent5>
      <a:accent6>
        <a:srgbClr val="4457A5"/>
      </a:accent6>
      <a:hlink>
        <a:srgbClr val="58C1CC"/>
      </a:hlink>
      <a:folHlink>
        <a:srgbClr val="4457A5"/>
      </a:folHlink>
    </a:clrScheme>
    <a:fontScheme name="Elegant Event Set">
      <a:majorFont>
        <a:latin typeface="Gabriol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2015-11-28T00:00:00</PublishDate>
  <Abstract/>
  <CompanyAddress/>
  <CompanyPhone/>
  <CompanyFax/>
  <CompanyEmail/>
</CoverPageProperties>
</file>

<file path=customXml/item2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4D93AC-565D-4447-9ABB-2EDCE1BEF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ECC1B-AFB1-4D85-A170-0574AACF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Elegante Speisekarte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</dc:creator>
  <cp:keywords/>
  <cp:lastModifiedBy>GL01</cp:lastModifiedBy>
  <cp:revision>14</cp:revision>
  <cp:lastPrinted>2023-11-23T17:08:00Z</cp:lastPrinted>
  <dcterms:created xsi:type="dcterms:W3CDTF">2023-08-23T10:57:00Z</dcterms:created>
  <dcterms:modified xsi:type="dcterms:W3CDTF">2023-11-30T09:24:00Z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TC030912189991</vt:lpwstr>
  </property>
</Properties>
</file>