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menus on a page"/>
      </w:tblPr>
      <w:tblGrid>
        <w:gridCol w:w="6230"/>
        <w:gridCol w:w="68"/>
        <w:gridCol w:w="2880"/>
        <w:gridCol w:w="6221"/>
      </w:tblGrid>
      <w:tr w:rsidR="00C919F9" w:rsidRPr="00000425" w14:paraId="28971C36" w14:textId="77777777" w:rsidTr="00F43D3A">
        <w:trPr>
          <w:cantSplit/>
          <w:trHeight w:hRule="exact" w:val="9498"/>
          <w:jc w:val="center"/>
        </w:trPr>
        <w:tc>
          <w:tcPr>
            <w:tcW w:w="2023" w:type="pct"/>
          </w:tcPr>
          <w:p w14:paraId="4803FC35" w14:textId="1F83AAF7" w:rsidR="002747C0" w:rsidRPr="0044333B" w:rsidRDefault="002F6B49">
            <w:pPr>
              <w:pStyle w:val="Untertitel"/>
            </w:pPr>
            <w:r w:rsidRPr="0044333B">
              <w:t>reto / Markus / Markus / Remo /Martin / stefan</w:t>
            </w:r>
            <w:r w:rsidR="007D3DA2" w:rsidRPr="0044333B">
              <w:t xml:space="preserve"> / Gregor / </w:t>
            </w:r>
            <w:r w:rsidR="009836F2" w:rsidRPr="0044333B">
              <w:t>Hampi</w:t>
            </w:r>
            <w:r w:rsidR="00C13CDB" w:rsidRPr="0044333B">
              <w:t xml:space="preserve"> / </w:t>
            </w:r>
            <w:r w:rsidR="0044333B" w:rsidRPr="0044333B">
              <w:t>G</w:t>
            </w:r>
            <w:r w:rsidR="0044333B">
              <w:t>uido</w:t>
            </w:r>
          </w:p>
          <w:p w14:paraId="480F8509" w14:textId="1C08F5DC" w:rsidR="007406D2" w:rsidRPr="00160594" w:rsidRDefault="00784157">
            <w:pPr>
              <w:pStyle w:val="Titel"/>
              <w:rPr>
                <w:sz w:val="56"/>
                <w:szCs w:val="56"/>
                <w:lang w:val="de-CH"/>
              </w:rPr>
            </w:pPr>
            <w:r w:rsidRPr="00197F9D">
              <w:rPr>
                <w:noProof/>
                <w:sz w:val="56"/>
                <w:szCs w:val="56"/>
                <w:lang w:val="de-CH" w:eastAsia="de-CH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5BFCAF46" wp14:editId="07DD0206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208810</wp:posOffset>
                      </wp:positionV>
                      <wp:extent cx="3200400" cy="411480"/>
                      <wp:effectExtent l="0" t="0" r="19050" b="26670"/>
                      <wp:wrapNone/>
                      <wp:docPr id="12" name="Gruppieren 12" descr="Titelrahmengrafik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0" cy="411480"/>
                                <a:chOff x="0" y="0"/>
                                <a:chExt cx="3200400" cy="415126"/>
                              </a:xfrm>
                            </wpg:grpSpPr>
                            <wps:wsp>
                              <wps:cNvPr id="9" name="Gerader Verbinder 9"/>
                              <wps:cNvCnPr/>
                              <wps:spPr>
                                <a:xfrm>
                                  <a:off x="0" y="0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r Verbinder 10"/>
                              <wps:cNvCnPr/>
                              <wps:spPr>
                                <a:xfrm>
                                  <a:off x="0" y="415126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27F2C8" id="Gruppieren 12" o:spid="_x0000_s1026" alt="Titelrahmengrafik" style="position:absolute;margin-left:0;margin-top:16.45pt;width:252pt;height:32.4pt;z-index:-251650048;mso-position-horizontal:center;mso-height-relative:margin" coordsize="32004,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">
                      <v:line id="Gerader Verbinder 9" o:spid="_x0000_s1027" style="position:absolute;visibility:visible;mso-wrap-style:square" from="0,0" to="320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6ULMQAAADaAAAADwAAAGRycy9kb3ducmV2LnhtbESPQWvCQBSE74X+h+UVeqsbS9EY3Uix&#10;FATpQduDx2f2mYRk38bdbUz99V1B8DjMzDfMYjmYVvTkfG1ZwXiUgCAurK65VPDz/fmSgvABWWNr&#10;mRT8kYdl/viwwEzbM2+p34VSRAj7DBVUIXSZlL6oyKAf2Y44ekfrDIYoXSm1w3OEm1a+JslEGqw5&#10;LlTY0aqiotn9GgWn02Zdph9+RZuvfn95Y9fY6UGp56fhfQ4i0BDu4Vt7rRXM4Hol3g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pQsxAAAANoAAAAPAAAAAAAAAAAA&#10;AAAAAKECAABkcnMvZG93bnJldi54bWxQSwUGAAAAAAQABAD5AAAAkgMAAAAA&#10;" strokecolor="#a5a5a5 [2092]" strokeweight=".5pt">
                        <v:stroke joinstyle="miter"/>
                      </v:line>
                      <v:line id="Gerader Verbinder 10" o:spid="_x0000_s1028" style="position:absolute;visibility:visible;mso-wrap-style:square" from="0,4151" to="32004,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wTMUAAADbAAAADwAAAGRycy9kb3ducmV2LnhtbESPQWvCQBCF74L/YZlCb7ppKTWkrlKU&#10;giAe1B56nGanSTA7G3e3MfXXdw6Ctxnem/e+mS8H16qeQmw8G3iaZqCIS28brgx8Hj8mOaiYkC22&#10;nsnAH0VYLsajORbWX3hP/SFVSkI4FmigTqkrtI5lTQ7j1HfEov344DDJGiptA14k3LX6OctetcOG&#10;paHGjlY1lafDrzNwPm83Vb6OK9ru+q/rC4eTn30b8/gwvL+BSjSku/l2vbGCL/Tyiwy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wTMUAAADbAAAADwAAAAAAAAAA&#10;AAAAAAChAgAAZHJzL2Rvd25yZXYueG1sUEsFBgAAAAAEAAQA+QAAAJMDAAAAAA==&#10;" strokecolor="#a5a5a5 [2092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0249C2" w:rsidRPr="00160594">
              <w:rPr>
                <w:sz w:val="56"/>
                <w:szCs w:val="56"/>
                <w:lang w:val="de-CH"/>
              </w:rPr>
              <w:t>Menü</w:t>
            </w:r>
            <w:r w:rsidR="0077633A" w:rsidRPr="00160594">
              <w:rPr>
                <w:sz w:val="56"/>
                <w:szCs w:val="56"/>
                <w:lang w:val="de-CH"/>
              </w:rPr>
              <w:t xml:space="preserve"> </w:t>
            </w:r>
            <w:r w:rsidR="00844063">
              <w:rPr>
                <w:sz w:val="56"/>
                <w:szCs w:val="56"/>
                <w:lang w:val="de-CH"/>
              </w:rPr>
              <w:t>April</w:t>
            </w:r>
            <w:r w:rsidR="00A721C1" w:rsidRPr="00160594">
              <w:rPr>
                <w:sz w:val="56"/>
                <w:szCs w:val="56"/>
                <w:lang w:val="de-CH"/>
              </w:rPr>
              <w:t xml:space="preserve"> 2</w:t>
            </w:r>
            <w:r w:rsidR="00844063">
              <w:rPr>
                <w:sz w:val="56"/>
                <w:szCs w:val="56"/>
                <w:lang w:val="de-CH"/>
              </w:rPr>
              <w:t>5</w:t>
            </w:r>
            <w:r w:rsidR="0077633A" w:rsidRPr="00160594">
              <w:rPr>
                <w:sz w:val="56"/>
                <w:szCs w:val="56"/>
                <w:lang w:val="de-CH"/>
              </w:rPr>
              <w:t xml:space="preserve"> </w:t>
            </w:r>
          </w:p>
          <w:p w14:paraId="4DB088EA" w14:textId="77777777" w:rsidR="007406D2" w:rsidRPr="00160594" w:rsidRDefault="007406D2">
            <w:pPr>
              <w:pStyle w:val="Titel"/>
              <w:rPr>
                <w:sz w:val="24"/>
                <w:szCs w:val="24"/>
                <w:lang w:val="de-CH"/>
              </w:rPr>
            </w:pPr>
          </w:p>
          <w:p w14:paraId="3A40B1F3" w14:textId="77777777" w:rsidR="002C5351" w:rsidRPr="00160594" w:rsidRDefault="002C5351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1365FF8" w14:textId="77777777" w:rsidR="004B7A08" w:rsidRPr="00160594" w:rsidRDefault="004B7A08" w:rsidP="004B7A08">
            <w:pPr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BDF32CF" w14:textId="7031CA9A" w:rsidR="007406D2" w:rsidRPr="00160594" w:rsidRDefault="00C919F9" w:rsidP="004B7A08">
            <w:pPr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160594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                                 </w:t>
            </w:r>
          </w:p>
          <w:p w14:paraId="5B62731D" w14:textId="7BE50765" w:rsidR="002F1CF8" w:rsidRDefault="002C5351" w:rsidP="004425D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67CBDEF" w14:textId="77777777" w:rsidR="004425D1" w:rsidRDefault="004425D1" w:rsidP="004425D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1B6EA24E" w14:textId="3E8841C8" w:rsidR="002F1CF8" w:rsidRDefault="007205C9" w:rsidP="0057675E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Karotten-Orangen</w:t>
            </w:r>
            <w:r w:rsidR="00D35C56">
              <w:rPr>
                <w:rFonts w:ascii="Abadi Extra Light" w:hAnsi="Abadi Extra Light"/>
                <w:sz w:val="24"/>
                <w:szCs w:val="24"/>
                <w:lang w:val="de-CH"/>
              </w:rPr>
              <w:t>-Kokos</w:t>
            </w:r>
            <w:r w:rsidR="00D107C7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57675E">
              <w:rPr>
                <w:rFonts w:ascii="Abadi Extra Light" w:hAnsi="Abadi Extra Light"/>
                <w:sz w:val="24"/>
                <w:szCs w:val="24"/>
                <w:lang w:val="de-CH"/>
              </w:rPr>
              <w:t>–</w:t>
            </w:r>
            <w:r w:rsidR="00D107C7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Suppe</w:t>
            </w:r>
            <w:r w:rsidR="0057675E"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</w:p>
          <w:p w14:paraId="5B2B0E34" w14:textId="3BAEDD1E" w:rsidR="00A5042F" w:rsidRPr="00094920" w:rsidRDefault="00A5042F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094920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576FF00E" w14:textId="4D8BECAB" w:rsidR="009765E8" w:rsidRPr="00094920" w:rsidRDefault="00845026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proofErr w:type="spellStart"/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>Seezungenfillet</w:t>
            </w:r>
            <w:proofErr w:type="spellEnd"/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mit gebratenen Spargeln</w:t>
            </w:r>
          </w:p>
          <w:p w14:paraId="1E1BBCE5" w14:textId="3C780A25" w:rsidR="009765E8" w:rsidRPr="00A7395F" w:rsidRDefault="002C5351" w:rsidP="00561976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A7395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  <w:r w:rsidR="00561976"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</w:p>
          <w:p w14:paraId="476ED5B3" w14:textId="0986B602" w:rsidR="009765E8" w:rsidRPr="00800062" w:rsidRDefault="0057675E" w:rsidP="0057675E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57675E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Selbergemachte Fettuccine </w:t>
            </w:r>
            <w:proofErr w:type="spellStart"/>
            <w:r w:rsidR="00D35C56">
              <w:rPr>
                <w:rFonts w:ascii="Abadi Extra Light" w:hAnsi="Abadi Extra Light"/>
                <w:sz w:val="24"/>
                <w:szCs w:val="24"/>
                <w:lang w:val="de-CH"/>
              </w:rPr>
              <w:t>con</w:t>
            </w:r>
            <w:proofErr w:type="spellEnd"/>
            <w:r w:rsidR="00D35C5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proofErr w:type="spellStart"/>
            <w:r w:rsidR="00D35C56">
              <w:rPr>
                <w:rFonts w:ascii="Abadi Extra Light" w:hAnsi="Abadi Extra Light"/>
                <w:sz w:val="24"/>
                <w:szCs w:val="24"/>
                <w:lang w:val="de-CH"/>
              </w:rPr>
              <w:t>Pollo</w:t>
            </w:r>
            <w:proofErr w:type="spellEnd"/>
            <w:r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  <w:r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  <w:r w:rsidR="002C5351"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28745690" w14:textId="78F72119" w:rsidR="00FE0CFE" w:rsidRPr="00800062" w:rsidRDefault="00122608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122608">
              <w:rPr>
                <w:rFonts w:ascii="Abadi Extra Light" w:hAnsi="Abadi Extra Light"/>
                <w:sz w:val="24"/>
                <w:szCs w:val="24"/>
                <w:lang w:val="de-CH"/>
              </w:rPr>
              <w:t>Rhabarber-Tiramisu im Glas mit Erdbeeren</w:t>
            </w:r>
            <w:r w:rsidR="0057675E">
              <w:rPr>
                <w:rFonts w:ascii="Abadi Extra Light" w:hAnsi="Abadi Extra Light"/>
                <w:sz w:val="24"/>
                <w:szCs w:val="24"/>
                <w:lang w:val="de-CH"/>
              </w:rPr>
              <w:br/>
            </w:r>
          </w:p>
          <w:p w14:paraId="09E4D2FE" w14:textId="3634F3A8" w:rsidR="006860BD" w:rsidRPr="00800062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800062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C6ED124" w14:textId="5838811D" w:rsidR="006860BD" w:rsidRPr="00800062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25A355D" w14:textId="77777777" w:rsidR="006860BD" w:rsidRPr="00800062" w:rsidRDefault="006860BD" w:rsidP="006860BD">
            <w:pPr>
              <w:rPr>
                <w:lang w:val="de-CH"/>
              </w:rPr>
            </w:pPr>
          </w:p>
          <w:p w14:paraId="59BDD7BF" w14:textId="77777777" w:rsidR="002747C0" w:rsidRPr="00800062" w:rsidRDefault="002747C0" w:rsidP="006860BD">
            <w:pPr>
              <w:rPr>
                <w:lang w:val="de-CH"/>
              </w:rPr>
            </w:pPr>
          </w:p>
        </w:tc>
        <w:tc>
          <w:tcPr>
            <w:tcW w:w="22" w:type="pct"/>
          </w:tcPr>
          <w:p w14:paraId="630AA59C" w14:textId="77777777" w:rsidR="002747C0" w:rsidRPr="00800062" w:rsidRDefault="002747C0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</w:tc>
        <w:tc>
          <w:tcPr>
            <w:tcW w:w="935" w:type="pct"/>
          </w:tcPr>
          <w:p w14:paraId="3EAC7FF8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  <w:r w:rsidRPr="00800062">
              <w:rPr>
                <w:rFonts w:ascii="Abadi Extra Light" w:hAnsi="Abadi Extra Light"/>
                <w:sz w:val="22"/>
                <w:szCs w:val="22"/>
                <w:lang w:val="de-CH"/>
              </w:rPr>
              <w:t xml:space="preserve">  </w:t>
            </w:r>
          </w:p>
          <w:p w14:paraId="38D55270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23ADE319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275BA89E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4878E17A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18AD8DFC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31E1DFE4" w14:textId="77777777" w:rsidR="00C919F9" w:rsidRPr="00800062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CH"/>
              </w:rPr>
            </w:pPr>
          </w:p>
          <w:p w14:paraId="632D5F02" w14:textId="77777777" w:rsidR="00C919F9" w:rsidRPr="00800062" w:rsidRDefault="00C919F9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2A803FBE" w14:textId="510D6301" w:rsidR="00FE0CFE" w:rsidRPr="00800062" w:rsidRDefault="00FE0CFE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</w:tc>
        <w:tc>
          <w:tcPr>
            <w:tcW w:w="2021" w:type="pct"/>
          </w:tcPr>
          <w:p w14:paraId="507AE60F" w14:textId="77777777" w:rsidR="002747C0" w:rsidRPr="00800062" w:rsidRDefault="002747C0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58ABD0E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1DF6D354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6596A63B" w14:textId="77777777" w:rsidR="0077633A" w:rsidRPr="00800062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F1BF7D5" w14:textId="77777777" w:rsidR="009765E8" w:rsidRPr="009765E8" w:rsidRDefault="009765E8" w:rsidP="00AB7BEA">
            <w:pPr>
              <w:pStyle w:val="Menelement"/>
              <w:ind w:left="0" w:right="512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Einteilung</w:t>
            </w:r>
          </w:p>
          <w:p w14:paraId="5F47C3A7" w14:textId="7B565DE7" w:rsidR="009765E8" w:rsidRPr="003B34C6" w:rsidRDefault="009765E8" w:rsidP="00AB7BEA">
            <w:pPr>
              <w:pStyle w:val="Menelement"/>
              <w:ind w:left="0" w:right="512"/>
              <w:jc w:val="left"/>
              <w:rPr>
                <w:rFonts w:ascii="Abadi Extra Light" w:hAnsi="Abadi Extra Light"/>
                <w:sz w:val="16"/>
                <w:szCs w:val="16"/>
                <w:lang w:val="de-CH"/>
              </w:rPr>
            </w:pPr>
            <w:r w:rsidRPr="003B34C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Apero und Service            </w:t>
            </w:r>
            <w:r w:rsidR="004B7A0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FE4491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</w:t>
            </w:r>
            <w:r w:rsidR="004B7A0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AB7BEA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</w:t>
            </w:r>
            <w:r w:rsidR="00AF1A4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</w:t>
            </w:r>
            <w:r w:rsidR="00160594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Hampi </w:t>
            </w:r>
          </w:p>
          <w:p w14:paraId="02AEF136" w14:textId="77777777" w:rsidR="00FE0CFE" w:rsidRPr="003B34C6" w:rsidRDefault="00FE0CFE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B15695A" w14:textId="07773B48" w:rsidR="00FE0CFE" w:rsidRDefault="00FE0CFE" w:rsidP="002F1CF8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2BA4BBF" w14:textId="0B623D12" w:rsidR="00FE0CFE" w:rsidRDefault="00561976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br/>
            </w:r>
          </w:p>
          <w:p w14:paraId="258F25EC" w14:textId="73AE6F94" w:rsidR="00FE0CFE" w:rsidRPr="009D0130" w:rsidRDefault="001C1CC3" w:rsidP="00BB7135">
            <w:pPr>
              <w:pStyle w:val="Menelement"/>
              <w:ind w:left="0" w:right="939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1C1CC3">
              <w:rPr>
                <w:rFonts w:ascii="Abadi Extra Light" w:hAnsi="Abadi Extra Light"/>
                <w:sz w:val="24"/>
                <w:szCs w:val="24"/>
                <w:lang w:val="de-CH"/>
              </w:rPr>
              <w:t>Karotten-Orangen-Kokos–Suppe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FE0CFE"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4518FD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</w:t>
            </w:r>
            <w:r w:rsidR="00502497">
              <w:rPr>
                <w:rFonts w:ascii="Abadi Extra Light" w:hAnsi="Abadi Extra Light"/>
                <w:sz w:val="24"/>
                <w:szCs w:val="24"/>
                <w:lang w:val="de-DE"/>
              </w:rPr>
              <w:t>Stefan /</w:t>
            </w:r>
            <w:r w:rsidR="00D62666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502497">
              <w:rPr>
                <w:rFonts w:ascii="Abadi Extra Light" w:hAnsi="Abadi Extra Light"/>
                <w:sz w:val="24"/>
                <w:szCs w:val="24"/>
                <w:lang w:val="de-DE"/>
              </w:rPr>
              <w:t>Guido</w:t>
            </w:r>
          </w:p>
          <w:p w14:paraId="0E24045E" w14:textId="4869F25B" w:rsidR="00D85913" w:rsidRDefault="009765E8" w:rsidP="002F1CF8">
            <w:pPr>
              <w:pStyle w:val="Menelement"/>
              <w:ind w:left="0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</w:t>
            </w:r>
          </w:p>
          <w:p w14:paraId="52E906B8" w14:textId="47F94124" w:rsidR="00F43D3A" w:rsidRPr="009D0130" w:rsidRDefault="009765E8" w:rsidP="002F1CF8">
            <w:pPr>
              <w:pStyle w:val="Menelement"/>
              <w:ind w:left="0"/>
              <w:jc w:val="left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D0130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             </w:t>
            </w:r>
          </w:p>
          <w:p w14:paraId="3F355E83" w14:textId="10F4CBB5" w:rsidR="002F1CF8" w:rsidRPr="00D62666" w:rsidRDefault="00D62666" w:rsidP="00D62666">
            <w:pPr>
              <w:jc w:val="left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proofErr w:type="spellStart"/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>Seezungenfillet</w:t>
            </w:r>
            <w:proofErr w:type="spellEnd"/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mit </w:t>
            </w:r>
            <w:proofErr w:type="spellStart"/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>gebrat</w:t>
            </w:r>
            <w:proofErr w:type="spellEnd"/>
            <w:r w:rsidR="004518FD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. </w:t>
            </w:r>
            <w:r w:rsidRPr="00845026">
              <w:rPr>
                <w:rFonts w:ascii="Abadi Extra Light" w:hAnsi="Abadi Extra Light"/>
                <w:sz w:val="24"/>
                <w:szCs w:val="24"/>
                <w:lang w:val="de-CH"/>
              </w:rPr>
              <w:t>Spargeln</w:t>
            </w: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4518FD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</w:t>
            </w:r>
            <w:r w:rsidR="002F1CF8">
              <w:rPr>
                <w:rFonts w:ascii="Abadi Extra Light" w:hAnsi="Abadi Extra Light"/>
                <w:sz w:val="24"/>
                <w:szCs w:val="24"/>
                <w:lang w:val="de-DE"/>
              </w:rPr>
              <w:t>Markus</w:t>
            </w:r>
            <w:r w:rsidR="004518FD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Al.</w:t>
            </w:r>
            <w:r w:rsidR="002F1CF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/</w:t>
            </w:r>
            <w:r w:rsidR="00BB7135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="002F1CF8">
              <w:rPr>
                <w:rFonts w:ascii="Abadi Extra Light" w:hAnsi="Abadi Extra Light"/>
                <w:sz w:val="24"/>
                <w:szCs w:val="24"/>
                <w:lang w:val="de-DE"/>
              </w:rPr>
              <w:t>Remo</w:t>
            </w:r>
            <w:r w:rsidR="002F1CF8"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</w:t>
            </w:r>
          </w:p>
          <w:p w14:paraId="0331D5AE" w14:textId="77777777" w:rsidR="00D85913" w:rsidRDefault="00D8591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244FC1DF" w14:textId="77777777" w:rsidR="00D85913" w:rsidRDefault="00D8591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42EE3D04" w14:textId="762EE1A5" w:rsidR="00FE0CFE" w:rsidRPr="00561976" w:rsidRDefault="00D62666" w:rsidP="0043725F">
            <w:pPr>
              <w:pStyle w:val="Menelement"/>
              <w:ind w:left="0" w:right="514"/>
              <w:jc w:val="left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D6266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Selbergemachte Fettuccine </w:t>
            </w:r>
            <w:proofErr w:type="spellStart"/>
            <w:r w:rsidRPr="00D62666">
              <w:rPr>
                <w:rFonts w:ascii="Abadi Extra Light" w:hAnsi="Abadi Extra Light"/>
                <w:sz w:val="24"/>
                <w:szCs w:val="24"/>
                <w:lang w:val="de-CH"/>
              </w:rPr>
              <w:t>con</w:t>
            </w:r>
            <w:proofErr w:type="spellEnd"/>
            <w:r w:rsidRPr="00D6266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proofErr w:type="spellStart"/>
            <w:r w:rsidRPr="00D62666">
              <w:rPr>
                <w:rFonts w:ascii="Abadi Extra Light" w:hAnsi="Abadi Extra Light"/>
                <w:sz w:val="24"/>
                <w:szCs w:val="24"/>
                <w:lang w:val="de-CH"/>
              </w:rPr>
              <w:t>Pollo</w:t>
            </w:r>
            <w:proofErr w:type="spellEnd"/>
            <w:r w:rsidRPr="00D62666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43725F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Martin / Gregor</w:t>
            </w:r>
            <w:r w:rsidR="002A0140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</w:p>
          <w:p w14:paraId="3824E86D" w14:textId="1E89DDF7" w:rsidR="00D85913" w:rsidRPr="00561976" w:rsidRDefault="00D85913" w:rsidP="00FE0CFE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151A2F59" w14:textId="36146FF1" w:rsidR="00FE0CFE" w:rsidRPr="00565018" w:rsidRDefault="0094116A" w:rsidP="004518FD">
            <w:pPr>
              <w:pStyle w:val="Menelement"/>
              <w:ind w:left="0" w:right="372"/>
              <w:jc w:val="left"/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94116A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Rhabarber-Tiramisu im Glas mit </w:t>
            </w:r>
            <w:proofErr w:type="spellStart"/>
            <w:r w:rsidRPr="0094116A">
              <w:rPr>
                <w:rFonts w:ascii="Abadi Extra Light" w:hAnsi="Abadi Extra Light"/>
                <w:sz w:val="24"/>
                <w:szCs w:val="24"/>
                <w:lang w:val="de-CH"/>
              </w:rPr>
              <w:t>Erd</w:t>
            </w:r>
            <w:r w:rsidR="002A0140">
              <w:rPr>
                <w:rFonts w:ascii="Abadi Extra Light" w:hAnsi="Abadi Extra Light"/>
                <w:sz w:val="24"/>
                <w:szCs w:val="24"/>
                <w:lang w:val="de-CH"/>
              </w:rPr>
              <w:t>b</w:t>
            </w:r>
            <w:proofErr w:type="spellEnd"/>
            <w:r w:rsidR="00FE0CFE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</w:t>
            </w:r>
            <w:r w:rsidR="004518FD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Markus</w:t>
            </w:r>
            <w:r w:rsidR="00FE0CFE" w:rsidRPr="00565018"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/ </w:t>
            </w:r>
            <w:r w:rsidR="004518FD">
              <w:rPr>
                <w:rFonts w:ascii="Abadi Extra Light" w:hAnsi="Abadi Extra Light"/>
                <w:sz w:val="24"/>
                <w:szCs w:val="24"/>
                <w:lang w:val="de-CH"/>
              </w:rPr>
              <w:t>Reto</w:t>
            </w:r>
          </w:p>
        </w:tc>
      </w:tr>
    </w:tbl>
    <w:p w14:paraId="482203E8" w14:textId="548C61BE" w:rsidR="002747C0" w:rsidRPr="00F5719D" w:rsidRDefault="00734081">
      <w:pPr>
        <w:rPr>
          <w:lang w:val="de-DE"/>
        </w:rPr>
      </w:pP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Pr="00565018">
        <w:rPr>
          <w:lang w:val="de-CH"/>
        </w:rPr>
        <w:tab/>
      </w:r>
      <w:r w:rsidR="0088635B" w:rsidRPr="00565018">
        <w:rPr>
          <w:lang w:val="de-CH"/>
        </w:rPr>
        <w:t xml:space="preserve">  </w:t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r w:rsidR="0088635B" w:rsidRPr="00565018">
        <w:rPr>
          <w:lang w:val="de-CH"/>
        </w:rPr>
        <w:tab/>
      </w:r>
      <w:proofErr w:type="spellStart"/>
      <w:r w:rsidR="0088635B">
        <w:rPr>
          <w:lang w:val="de-DE"/>
        </w:rPr>
        <w:t>rg</w:t>
      </w:r>
      <w:proofErr w:type="spellEnd"/>
      <w:r>
        <w:rPr>
          <w:lang w:val="de-DE"/>
        </w:rPr>
        <w:t xml:space="preserve"> 202</w:t>
      </w:r>
      <w:r w:rsidR="00000425">
        <w:rPr>
          <w:lang w:val="de-DE"/>
        </w:rPr>
        <w:t>5</w:t>
      </w:r>
    </w:p>
    <w:sectPr w:rsidR="002747C0" w:rsidRPr="00F5719D" w:rsidSect="00F5719D">
      <w:headerReference w:type="default" r:id="rId9"/>
      <w:pgSz w:w="16839" w:h="11907" w:orient="landscape" w:code="9"/>
      <w:pgMar w:top="1195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DBF42" w14:textId="77777777" w:rsidR="007E7716" w:rsidRDefault="007E7716">
      <w:pPr>
        <w:spacing w:after="0"/>
      </w:pPr>
      <w:r>
        <w:separator/>
      </w:r>
    </w:p>
  </w:endnote>
  <w:endnote w:type="continuationSeparator" w:id="0">
    <w:p w14:paraId="3A5A57C6" w14:textId="77777777" w:rsidR="007E7716" w:rsidRDefault="007E77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77A78" w14:textId="77777777" w:rsidR="007E7716" w:rsidRDefault="007E7716">
      <w:pPr>
        <w:spacing w:after="0"/>
      </w:pPr>
      <w:r>
        <w:separator/>
      </w:r>
    </w:p>
  </w:footnote>
  <w:footnote w:type="continuationSeparator" w:id="0">
    <w:p w14:paraId="61DB9ADB" w14:textId="77777777" w:rsidR="007E7716" w:rsidRDefault="007E77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57DDA" w14:textId="02B98490" w:rsidR="007406D2" w:rsidRDefault="007406D2" w:rsidP="007406D2">
    <w:pPr>
      <w:pStyle w:val="Kopfzeile"/>
      <w:jc w:val="both"/>
    </w:pPr>
    <w:r>
      <w:rPr>
        <w:noProof/>
      </w:rPr>
      <w:drawing>
        <wp:inline distT="0" distB="0" distL="0" distR="0" wp14:anchorId="57F812B8" wp14:editId="2FF2A04E">
          <wp:extent cx="428625" cy="428625"/>
          <wp:effectExtent l="0" t="0" r="9525" b="9525"/>
          <wp:docPr id="3076" name="Picture 18" descr="C:\A_Privat\Prv\Divers\Hobbyköche\Signet\Signet_Kochklub.JPG">
            <a:extLst xmlns:a="http://schemas.openxmlformats.org/drawingml/2006/main">
              <a:ext uri="{FF2B5EF4-FFF2-40B4-BE49-F238E27FC236}">
                <a16:creationId xmlns:a16="http://schemas.microsoft.com/office/drawing/2014/main" id="{AE81049E-0776-45F7-6588-E6243661F5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18" descr="C:\A_Privat\Prv\Divers\Hobbyköche\Signet\Signet_Kochklub.JPG">
                    <a:extLst>
                      <a:ext uri="{FF2B5EF4-FFF2-40B4-BE49-F238E27FC236}">
                        <a16:creationId xmlns:a16="http://schemas.microsoft.com/office/drawing/2014/main" id="{AE81049E-0776-45F7-6588-E6243661F5A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La </w:t>
    </w:r>
    <w:proofErr w:type="spellStart"/>
    <w:r>
      <w:t>Forchetta</w:t>
    </w:r>
    <w:proofErr w:type="spellEnd"/>
    <w:r>
      <w:t xml:space="preserve">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9D"/>
    <w:rsid w:val="00000425"/>
    <w:rsid w:val="00006C0B"/>
    <w:rsid w:val="0000792B"/>
    <w:rsid w:val="000249C2"/>
    <w:rsid w:val="000566F8"/>
    <w:rsid w:val="00067EED"/>
    <w:rsid w:val="00083605"/>
    <w:rsid w:val="00094920"/>
    <w:rsid w:val="000E3E73"/>
    <w:rsid w:val="00122608"/>
    <w:rsid w:val="00141D70"/>
    <w:rsid w:val="001466D2"/>
    <w:rsid w:val="00160594"/>
    <w:rsid w:val="00177438"/>
    <w:rsid w:val="0018491D"/>
    <w:rsid w:val="00197F9D"/>
    <w:rsid w:val="001C1CC3"/>
    <w:rsid w:val="001E5B13"/>
    <w:rsid w:val="001F767E"/>
    <w:rsid w:val="00204507"/>
    <w:rsid w:val="0021588F"/>
    <w:rsid w:val="00250A77"/>
    <w:rsid w:val="00271871"/>
    <w:rsid w:val="002747C0"/>
    <w:rsid w:val="002977E6"/>
    <w:rsid w:val="002A0140"/>
    <w:rsid w:val="002C5351"/>
    <w:rsid w:val="002D2099"/>
    <w:rsid w:val="002D39A2"/>
    <w:rsid w:val="002D73A2"/>
    <w:rsid w:val="002F1CF8"/>
    <w:rsid w:val="002F6B49"/>
    <w:rsid w:val="00306F44"/>
    <w:rsid w:val="003103D9"/>
    <w:rsid w:val="00342BD5"/>
    <w:rsid w:val="00372171"/>
    <w:rsid w:val="003B34C6"/>
    <w:rsid w:val="003D290F"/>
    <w:rsid w:val="003D76E1"/>
    <w:rsid w:val="0043725F"/>
    <w:rsid w:val="004425D1"/>
    <w:rsid w:val="0044333B"/>
    <w:rsid w:val="00443DAE"/>
    <w:rsid w:val="004518FD"/>
    <w:rsid w:val="004552BA"/>
    <w:rsid w:val="00494BC7"/>
    <w:rsid w:val="004B7A08"/>
    <w:rsid w:val="004D2AA4"/>
    <w:rsid w:val="00502497"/>
    <w:rsid w:val="00561976"/>
    <w:rsid w:val="00565018"/>
    <w:rsid w:val="0057675E"/>
    <w:rsid w:val="00576DDA"/>
    <w:rsid w:val="00597047"/>
    <w:rsid w:val="005B36B9"/>
    <w:rsid w:val="005D2B93"/>
    <w:rsid w:val="005D2CB4"/>
    <w:rsid w:val="005E4079"/>
    <w:rsid w:val="006860BD"/>
    <w:rsid w:val="00686EA5"/>
    <w:rsid w:val="006A4808"/>
    <w:rsid w:val="006C60EB"/>
    <w:rsid w:val="007205C9"/>
    <w:rsid w:val="00734081"/>
    <w:rsid w:val="0073570C"/>
    <w:rsid w:val="00737154"/>
    <w:rsid w:val="007406D2"/>
    <w:rsid w:val="0077633A"/>
    <w:rsid w:val="00784157"/>
    <w:rsid w:val="007C4393"/>
    <w:rsid w:val="007D3DA2"/>
    <w:rsid w:val="007D5E81"/>
    <w:rsid w:val="007E7716"/>
    <w:rsid w:val="00800062"/>
    <w:rsid w:val="00801382"/>
    <w:rsid w:val="00813956"/>
    <w:rsid w:val="00830248"/>
    <w:rsid w:val="00832CB5"/>
    <w:rsid w:val="00844063"/>
    <w:rsid w:val="00845026"/>
    <w:rsid w:val="00864505"/>
    <w:rsid w:val="0088635B"/>
    <w:rsid w:val="008A326A"/>
    <w:rsid w:val="0094116A"/>
    <w:rsid w:val="009435A6"/>
    <w:rsid w:val="0097212C"/>
    <w:rsid w:val="009765E8"/>
    <w:rsid w:val="009836F2"/>
    <w:rsid w:val="009877E0"/>
    <w:rsid w:val="00991903"/>
    <w:rsid w:val="009D0130"/>
    <w:rsid w:val="009E49C3"/>
    <w:rsid w:val="00A20033"/>
    <w:rsid w:val="00A235C8"/>
    <w:rsid w:val="00A5042F"/>
    <w:rsid w:val="00A642DE"/>
    <w:rsid w:val="00A721C1"/>
    <w:rsid w:val="00A7395F"/>
    <w:rsid w:val="00AA3EC4"/>
    <w:rsid w:val="00AB7BEA"/>
    <w:rsid w:val="00AD2768"/>
    <w:rsid w:val="00AF1A48"/>
    <w:rsid w:val="00B07A95"/>
    <w:rsid w:val="00B3363B"/>
    <w:rsid w:val="00B52AE8"/>
    <w:rsid w:val="00B54EC5"/>
    <w:rsid w:val="00B6571F"/>
    <w:rsid w:val="00B71E97"/>
    <w:rsid w:val="00BB5686"/>
    <w:rsid w:val="00BB6F7F"/>
    <w:rsid w:val="00BB7135"/>
    <w:rsid w:val="00BF59F5"/>
    <w:rsid w:val="00C13CDB"/>
    <w:rsid w:val="00C17EB3"/>
    <w:rsid w:val="00C919F9"/>
    <w:rsid w:val="00C96385"/>
    <w:rsid w:val="00CA3602"/>
    <w:rsid w:val="00CF02E5"/>
    <w:rsid w:val="00D02A5C"/>
    <w:rsid w:val="00D107C7"/>
    <w:rsid w:val="00D35C56"/>
    <w:rsid w:val="00D41BF5"/>
    <w:rsid w:val="00D62666"/>
    <w:rsid w:val="00D7178A"/>
    <w:rsid w:val="00D85913"/>
    <w:rsid w:val="00DB4341"/>
    <w:rsid w:val="00DC198E"/>
    <w:rsid w:val="00DC3157"/>
    <w:rsid w:val="00DE1D4E"/>
    <w:rsid w:val="00DE6B9B"/>
    <w:rsid w:val="00DF68F2"/>
    <w:rsid w:val="00E13FB9"/>
    <w:rsid w:val="00E15581"/>
    <w:rsid w:val="00E45AE4"/>
    <w:rsid w:val="00E70F5D"/>
    <w:rsid w:val="00E74335"/>
    <w:rsid w:val="00EB7FA7"/>
    <w:rsid w:val="00ED1084"/>
    <w:rsid w:val="00F11E22"/>
    <w:rsid w:val="00F255AD"/>
    <w:rsid w:val="00F43D3A"/>
    <w:rsid w:val="00F43E9D"/>
    <w:rsid w:val="00F502C0"/>
    <w:rsid w:val="00F553A4"/>
    <w:rsid w:val="00F5719D"/>
    <w:rsid w:val="00F66F64"/>
    <w:rsid w:val="00F71F28"/>
    <w:rsid w:val="00FE0CFE"/>
    <w:rsid w:val="00FE4491"/>
    <w:rsid w:val="00FF70F9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0679D3"/>
  <w15:chartTrackingRefBased/>
  <w15:docId w15:val="{CFA317AE-015C-4D87-B3C2-FB787E47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8"/>
        <w:lang w:val="en-US" w:eastAsia="ja-JP" w:bidi="ar-SA"/>
        <w14:ligatures w14:val="standard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C5351"/>
  </w:style>
  <w:style w:type="paragraph" w:styleId="berschrift1">
    <w:name w:val="heading 1"/>
    <w:basedOn w:val="Standard"/>
    <w:next w:val="Standard"/>
    <w:link w:val="berschrift1Zchn"/>
    <w:uiPriority w:val="2"/>
    <w:qFormat/>
    <w:pPr>
      <w:keepNext/>
      <w:keepLines/>
      <w:spacing w:before="400" w:after="160"/>
      <w:ind w:left="720" w:right="720"/>
      <w:outlineLvl w:val="0"/>
    </w:pPr>
    <w:rPr>
      <w:caps/>
      <w:color w:val="A51A4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"/>
    <w:qFormat/>
    <w:pPr>
      <w:numPr>
        <w:ilvl w:val="1"/>
      </w:numPr>
      <w:spacing w:after="0"/>
      <w:ind w:left="720" w:right="720"/>
    </w:pPr>
    <w:rPr>
      <w:caps/>
      <w:sz w:val="22"/>
    </w:rPr>
  </w:style>
  <w:style w:type="character" w:customStyle="1" w:styleId="UntertitelZchn">
    <w:name w:val="Untertitel Zchn"/>
    <w:basedOn w:val="Absatz-Standardschriftart"/>
    <w:link w:val="Untertitel"/>
    <w:uiPriority w:val="1"/>
    <w:rPr>
      <w:caps/>
      <w:sz w:val="22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340" w:line="228" w:lineRule="auto"/>
      <w:ind w:left="720" w:right="720"/>
      <w:contextualSpacing/>
    </w:pPr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caps/>
      <w:color w:val="A51A41" w:themeColor="accent1"/>
    </w:rPr>
  </w:style>
  <w:style w:type="paragraph" w:styleId="Datum">
    <w:name w:val="Date"/>
    <w:basedOn w:val="Standard"/>
    <w:next w:val="Standard"/>
    <w:link w:val="DatumZchn"/>
    <w:uiPriority w:val="2"/>
    <w:unhideWhenUsed/>
    <w:qFormat/>
    <w:pPr>
      <w:spacing w:after="840"/>
      <w:ind w:left="720" w:right="720"/>
    </w:pPr>
    <w:rPr>
      <w:caps/>
      <w:sz w:val="22"/>
    </w:rPr>
  </w:style>
  <w:style w:type="character" w:customStyle="1" w:styleId="DatumZchn">
    <w:name w:val="Datum Zchn"/>
    <w:basedOn w:val="Absatz-Standardschriftart"/>
    <w:link w:val="Datum"/>
    <w:uiPriority w:val="2"/>
    <w:rPr>
      <w:caps/>
      <w:sz w:val="22"/>
    </w:rPr>
  </w:style>
  <w:style w:type="paragraph" w:customStyle="1" w:styleId="Menelement">
    <w:name w:val="Menüelement"/>
    <w:basedOn w:val="Standard"/>
    <w:uiPriority w:val="2"/>
    <w:qFormat/>
    <w:pPr>
      <w:spacing w:line="252" w:lineRule="auto"/>
      <w:ind w:left="1440" w:right="144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9D"/>
    <w:pPr>
      <w:spacing w:after="0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9D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\AppData\Roaming\Microsoft\Templates\Elegante%20Speisekarte.dotx" TargetMode="External"/></Relationships>
</file>

<file path=word/theme/theme1.xml><?xml version="1.0" encoding="utf-8"?>
<a:theme xmlns:a="http://schemas.openxmlformats.org/drawingml/2006/main" name="Office Theme">
  <a:themeElements>
    <a:clrScheme name="Elegant Event Set">
      <a:dk1>
        <a:sysClr val="windowText" lastClr="000000"/>
      </a:dk1>
      <a:lt1>
        <a:sysClr val="window" lastClr="FFFFFF"/>
      </a:lt1>
      <a:dk2>
        <a:srgbClr val="4B0619"/>
      </a:dk2>
      <a:lt2>
        <a:srgbClr val="F5F5ED"/>
      </a:lt2>
      <a:accent1>
        <a:srgbClr val="A51A41"/>
      </a:accent1>
      <a:accent2>
        <a:srgbClr val="8CCFB7"/>
      </a:accent2>
      <a:accent3>
        <a:srgbClr val="F4791C"/>
      </a:accent3>
      <a:accent4>
        <a:srgbClr val="58C1CC"/>
      </a:accent4>
      <a:accent5>
        <a:srgbClr val="DBB928"/>
      </a:accent5>
      <a:accent6>
        <a:srgbClr val="4457A5"/>
      </a:accent6>
      <a:hlink>
        <a:srgbClr val="58C1CC"/>
      </a:hlink>
      <a:folHlink>
        <a:srgbClr val="4457A5"/>
      </a:folHlink>
    </a:clrScheme>
    <a:fontScheme name="Elegant Event Set">
      <a:majorFont>
        <a:latin typeface="Gabriol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2015-11-28T00:00:00</PublishDate>
  <Abstract/>
  <CompanyAddress/>
  <CompanyPhone/>
  <CompanyFax/>
  <CompanyEmail/>
</CoverPageProperties>
</file>

<file path=customXml/item2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4D93AC-565D-4447-9ABB-2EDCE1BEF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ECC1B-AFB1-4D85-A170-0574AACF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Elegante Speisekarte.dotx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</dc:creator>
  <cp:keywords/>
  <cp:lastModifiedBy>Remo Gori</cp:lastModifiedBy>
  <cp:revision>66</cp:revision>
  <cp:lastPrinted>2023-12-19T07:01:00Z</cp:lastPrinted>
  <dcterms:created xsi:type="dcterms:W3CDTF">2024-06-03T06:01:00Z</dcterms:created>
  <dcterms:modified xsi:type="dcterms:W3CDTF">2025-04-14T12:43:00Z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TC030912189991</vt:lpwstr>
  </property>
</Properties>
</file>